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4A9CA300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4037DA">
        <w:rPr>
          <w:spacing w:val="28"/>
          <w:w w:val="115"/>
          <w:sz w:val="48"/>
          <w:szCs w:val="48"/>
          <w:u w:val="thick"/>
          <w:lang w:val="en-CA"/>
        </w:rPr>
        <w:t>1420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5C61A278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C325CC">
        <w:rPr>
          <w:snapToGrid w:val="0"/>
          <w:lang w:val="en-CA"/>
        </w:rPr>
        <w:t>WD of ISO/IEC 14496-15 7th edition AMD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3101AF7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01</w:t>
      </w:r>
      <w:r w:rsidR="00C325CC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24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2B10B46C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4037DA">
        <w:rPr>
          <w:rFonts w:eastAsia="SimSun"/>
          <w:b/>
          <w:sz w:val="48"/>
          <w:lang w:val="en-CA" w:eastAsia="zh-CN"/>
        </w:rPr>
        <w:t>1420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35AA84F9" w:rsidR="00954B0D" w:rsidRPr="006E4D98" w:rsidRDefault="002A01C9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January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</w:t>
      </w:r>
      <w:r>
        <w:rPr>
          <w:rFonts w:eastAsia="SimSun"/>
          <w:b/>
          <w:sz w:val="28"/>
          <w:lang w:val="en-CA" w:eastAsia="zh-CN"/>
        </w:rPr>
        <w:t>5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– </w:t>
      </w:r>
      <w:r>
        <w:rPr>
          <w:rFonts w:eastAsia="SimSun"/>
          <w:b/>
          <w:sz w:val="28"/>
          <w:lang w:val="en-CA" w:eastAsia="zh-CN"/>
        </w:rPr>
        <w:t>Geneva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, </w:t>
      </w:r>
      <w:r>
        <w:rPr>
          <w:rFonts w:eastAsia="SimSun"/>
          <w:b/>
          <w:sz w:val="28"/>
          <w:lang w:val="en-CA" w:eastAsia="zh-CN"/>
        </w:rPr>
        <w:t>CH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A59893E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C325CC">
              <w:rPr>
                <w:b/>
                <w:lang w:val="en-CA"/>
              </w:rPr>
              <w:t>WD of ISO/IEC 14496-15 7th edition AMD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FDFFE08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4037DA">
              <w:rPr>
                <w:b/>
                <w:lang w:val="en-CA"/>
              </w:rPr>
              <w:t>24720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4054D63F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C325CC" w:rsidRPr="00C325CC">
        <w:rPr>
          <w:lang w:val="en-CA"/>
        </w:rPr>
        <w:t>WG03N14</w:t>
      </w:r>
      <w:r w:rsidR="00B2712A">
        <w:rPr>
          <w:lang w:val="en-CA"/>
        </w:rPr>
        <w:t>20</w:t>
      </w:r>
      <w:r w:rsidR="00C325CC" w:rsidRPr="00C325CC">
        <w:rPr>
          <w:lang w:val="en-CA"/>
        </w:rPr>
        <w:t>_247</w:t>
      </w:r>
      <w:r w:rsidR="00B2712A">
        <w:rPr>
          <w:lang w:val="en-CA"/>
        </w:rPr>
        <w:t>20</w:t>
      </w:r>
      <w:r w:rsidR="00C325CC" w:rsidRPr="00C325CC">
        <w:rPr>
          <w:lang w:val="en-CA"/>
        </w:rPr>
        <w:t>_14496-15-7th-Ed-Amd2-WD</w:t>
      </w:r>
      <w:r w:rsidRPr="00F5758A">
        <w:rPr>
          <w:lang w:val="en-CA"/>
        </w:rPr>
        <w:t>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7668" w14:textId="77777777" w:rsidR="00C02AA7" w:rsidRDefault="00C02AA7" w:rsidP="009E784A">
      <w:r>
        <w:separator/>
      </w:r>
    </w:p>
  </w:endnote>
  <w:endnote w:type="continuationSeparator" w:id="0">
    <w:p w14:paraId="6B33091C" w14:textId="77777777" w:rsidR="00C02AA7" w:rsidRDefault="00C02AA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FE0B1" w14:textId="77777777" w:rsidR="00C02AA7" w:rsidRDefault="00C02AA7" w:rsidP="009E784A">
      <w:r>
        <w:separator/>
      </w:r>
    </w:p>
  </w:footnote>
  <w:footnote w:type="continuationSeparator" w:id="0">
    <w:p w14:paraId="3F270D75" w14:textId="77777777" w:rsidR="00C02AA7" w:rsidRDefault="00C02AA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70AA4"/>
    <w:rsid w:val="0018563E"/>
    <w:rsid w:val="00195FF0"/>
    <w:rsid w:val="00196997"/>
    <w:rsid w:val="001E18A9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31388E"/>
    <w:rsid w:val="003226C8"/>
    <w:rsid w:val="00322F50"/>
    <w:rsid w:val="00343C5C"/>
    <w:rsid w:val="00385C5D"/>
    <w:rsid w:val="003B0FC6"/>
    <w:rsid w:val="003F1F3F"/>
    <w:rsid w:val="003F4C08"/>
    <w:rsid w:val="004037DA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B05C8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2712A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955C7"/>
    <w:rsid w:val="00CB798F"/>
    <w:rsid w:val="00CD36BE"/>
    <w:rsid w:val="00CE05CC"/>
    <w:rsid w:val="00CF1629"/>
    <w:rsid w:val="00D158A1"/>
    <w:rsid w:val="00D437AA"/>
    <w:rsid w:val="00D43814"/>
    <w:rsid w:val="00D46C72"/>
    <w:rsid w:val="00D709E9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144</Words>
  <Characters>898</Characters>
  <Application>Microsoft Office Word</Application>
  <DocSecurity>0</DocSecurity>
  <Lines>42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14496-15 7th edition AMD 2 Improvement of carriage of L-HEVC</dc:title>
  <dc:subject/>
  <dc:creator>Dimitri Podborski</dc:creator>
  <cp:keywords/>
  <dc:description/>
  <cp:lastModifiedBy>Dimitri Podborski</cp:lastModifiedBy>
  <cp:revision>42</cp:revision>
  <dcterms:created xsi:type="dcterms:W3CDTF">2023-01-20T08:18:00Z</dcterms:created>
  <dcterms:modified xsi:type="dcterms:W3CDTF">2025-03-11T16:26:00Z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1420</vt:lpwstr>
  </property>
  <property fmtid="{D5CDD505-2E9C-101B-9397-08002B2CF9AE}" pid="3" name="MDMSNumber">
    <vt:lpwstr>24720</vt:lpwstr>
  </property>
</Properties>
</file>