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4EFE1AFD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F164FC">
        <w:rPr>
          <w:spacing w:val="28"/>
          <w:w w:val="115"/>
          <w:sz w:val="48"/>
          <w:szCs w:val="48"/>
          <w:u w:val="thick"/>
          <w:lang w:val="en-CA"/>
        </w:rPr>
        <w:t>1276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1C2A5C8A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D158A1">
        <w:rPr>
          <w:snapToGrid w:val="0"/>
          <w:lang w:val="en-CA"/>
        </w:rPr>
        <w:t>WD of ISO/IEC 14496-15 7th edition AMD 2 Improvement of carriage of L-HEVC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3F2A54D7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2024-05-10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091E857D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F164FC">
        <w:rPr>
          <w:rFonts w:eastAsia="SimSun"/>
          <w:b/>
          <w:sz w:val="48"/>
          <w:lang w:val="en-CA" w:eastAsia="zh-CN"/>
        </w:rPr>
        <w:t>1276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3298BEA6" w:rsidR="00954B0D" w:rsidRPr="006E4D98" w:rsidRDefault="00F164FC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SimSun"/>
          <w:b/>
          <w:sz w:val="28"/>
          <w:lang w:val="en-CA" w:eastAsia="zh-CN"/>
        </w:rPr>
        <w:t>July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2024 – </w:t>
      </w:r>
      <w:r>
        <w:rPr>
          <w:rFonts w:eastAsia="SimSun"/>
          <w:b/>
          <w:sz w:val="28"/>
          <w:lang w:val="en-CA" w:eastAsia="zh-CN"/>
        </w:rPr>
        <w:t>Sapporo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, </w:t>
      </w:r>
      <w:r>
        <w:rPr>
          <w:rFonts w:eastAsia="SimSun"/>
          <w:b/>
          <w:sz w:val="28"/>
          <w:lang w:val="en-CA" w:eastAsia="zh-CN"/>
        </w:rPr>
        <w:t>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E6212D1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D158A1">
              <w:rPr>
                <w:b/>
                <w:lang w:val="en-CA"/>
              </w:rPr>
              <w:t>WD of ISO/IEC 14496-15 7th edition AMD 2 Improvement of carriage of L-HEVC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B26A3E0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F164FC">
              <w:rPr>
                <w:b/>
                <w:lang w:val="en-CA"/>
              </w:rPr>
              <w:t>24122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32B5553C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F164FC" w:rsidRPr="00F164FC">
        <w:rPr>
          <w:lang w:val="en-CA"/>
        </w:rPr>
        <w:t>WG03N1276_24122_14496-15-7th-Ed-Amd2-WD</w:t>
      </w:r>
      <w:r w:rsidRPr="00F5758A">
        <w:rPr>
          <w:lang w:val="en-CA"/>
        </w:rPr>
        <w:t>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18E15" w14:textId="77777777" w:rsidR="00FA42CC" w:rsidRDefault="00FA42CC" w:rsidP="009E784A">
      <w:r>
        <w:separator/>
      </w:r>
    </w:p>
  </w:endnote>
  <w:endnote w:type="continuationSeparator" w:id="0">
    <w:p w14:paraId="74A02989" w14:textId="77777777" w:rsidR="00FA42CC" w:rsidRDefault="00FA42C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4BB7F" w14:textId="77777777" w:rsidR="00FA42CC" w:rsidRDefault="00FA42CC" w:rsidP="009E784A">
      <w:r>
        <w:separator/>
      </w:r>
    </w:p>
  </w:footnote>
  <w:footnote w:type="continuationSeparator" w:id="0">
    <w:p w14:paraId="1EBD0E5A" w14:textId="77777777" w:rsidR="00FA42CC" w:rsidRDefault="00FA42CC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8563E"/>
    <w:rsid w:val="00195FF0"/>
    <w:rsid w:val="00196997"/>
    <w:rsid w:val="001E18A9"/>
    <w:rsid w:val="00202EA8"/>
    <w:rsid w:val="00216CBB"/>
    <w:rsid w:val="002335D6"/>
    <w:rsid w:val="00261D2B"/>
    <w:rsid w:val="00263789"/>
    <w:rsid w:val="002A49B1"/>
    <w:rsid w:val="002B38D9"/>
    <w:rsid w:val="002B6513"/>
    <w:rsid w:val="002D5F53"/>
    <w:rsid w:val="003226C8"/>
    <w:rsid w:val="00322F50"/>
    <w:rsid w:val="00343C5C"/>
    <w:rsid w:val="00385C5D"/>
    <w:rsid w:val="003B0FC6"/>
    <w:rsid w:val="003F1F3F"/>
    <w:rsid w:val="003F4C08"/>
    <w:rsid w:val="00446E46"/>
    <w:rsid w:val="004C352E"/>
    <w:rsid w:val="004D2E30"/>
    <w:rsid w:val="004E2B01"/>
    <w:rsid w:val="004E459B"/>
    <w:rsid w:val="004E45B6"/>
    <w:rsid w:val="004E5D3B"/>
    <w:rsid w:val="004F5473"/>
    <w:rsid w:val="00527CD8"/>
    <w:rsid w:val="00531F20"/>
    <w:rsid w:val="00540DEA"/>
    <w:rsid w:val="005411C2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13AC8"/>
    <w:rsid w:val="00C955C7"/>
    <w:rsid w:val="00CB798F"/>
    <w:rsid w:val="00CD36BE"/>
    <w:rsid w:val="00CE05CC"/>
    <w:rsid w:val="00CF1629"/>
    <w:rsid w:val="00D158A1"/>
    <w:rsid w:val="00D437AA"/>
    <w:rsid w:val="00D43814"/>
    <w:rsid w:val="00D46C72"/>
    <w:rsid w:val="00D709E9"/>
    <w:rsid w:val="00E15411"/>
    <w:rsid w:val="00E320F0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145</Words>
  <Characters>895</Characters>
  <Application>Microsoft Office Word</Application>
  <DocSecurity>0</DocSecurity>
  <Lines>42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14496-15 7th edition AMD 2 Improvement of carriage of L-HEVC</vt:lpstr>
      <vt:lpstr/>
    </vt:vector>
  </TitlesOfParts>
  <Manager/>
  <Company/>
  <LinksUpToDate>false</LinksUpToDate>
  <CharactersWithSpaces>1006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14496-15 7th edition AMD 2 Improvement of carriage of L-HEVC</dc:title>
  <dc:subject/>
  <dc:creator>Dimitri Podborski</dc:creator>
  <cp:keywords/>
  <dc:description/>
  <cp:lastModifiedBy>Dimitri Podborski</cp:lastModifiedBy>
  <cp:revision>37</cp:revision>
  <dcterms:created xsi:type="dcterms:W3CDTF">2023-01-20T08:18:00Z</dcterms:created>
  <dcterms:modified xsi:type="dcterms:W3CDTF">2024-11-03T19:19:00Z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1276</vt:lpwstr>
  </property>
  <property fmtid="{D5CDD505-2E9C-101B-9397-08002B2CF9AE}" pid="3" name="MDMSNumber">
    <vt:lpwstr>24122</vt:lpwstr>
  </property>
</Properties>
</file>