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CBC10" w14:textId="29D929E8" w:rsidR="004A6E84" w:rsidRPr="00B23D19" w:rsidRDefault="004A6E84" w:rsidP="004A6E84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B23D19">
        <w:rPr>
          <w:rFonts w:eastAsiaTheme="minorHAnsi"/>
          <w:noProof/>
          <w:lang w:eastAsia="ja-JP"/>
        </w:rPr>
        <w:drawing>
          <wp:anchor distT="0" distB="0" distL="114300" distR="114300" simplePos="0" relativeHeight="251658241" behindDoc="0" locked="0" layoutInCell="1" allowOverlap="1" wp14:anchorId="789A9288" wp14:editId="5CF4556E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Picture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3D19">
        <w:rPr>
          <w:rFonts w:ascii="Times New Roman"/>
          <w:b w:val="0"/>
          <w:u w:val="none"/>
        </w:rPr>
        <w:t xml:space="preserve">             </w:t>
      </w:r>
      <w:r w:rsidRPr="00B23D19">
        <w:rPr>
          <w:rFonts w:ascii="Times New Roman"/>
          <w:b w:val="0"/>
          <w:u w:val="thick"/>
        </w:rPr>
        <w:t xml:space="preserve">                         </w:t>
      </w:r>
      <w:r w:rsidRPr="00B23D19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Pr="00B23D19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Pr="00B23D19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Pr="00B23D19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575CDA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575CDA" w:rsidRPr="00B23D19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575CDA" w:rsidRPr="00B23D19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575CDA" w:rsidRPr="000A193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575CDA" w:rsidRPr="000A193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575CDA" w:rsidRPr="000A193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202AB0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1196</w:t>
      </w:r>
      <w:r w:rsidR="00575CDA" w:rsidRPr="000A193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A179FF4" w14:textId="77777777" w:rsidR="004A6E84" w:rsidRPr="00B23D19" w:rsidRDefault="004A6E84" w:rsidP="004A6E84">
      <w:pPr>
        <w:rPr>
          <w:b/>
          <w:sz w:val="20"/>
        </w:rPr>
      </w:pPr>
    </w:p>
    <w:p w14:paraId="7760544A" w14:textId="77777777" w:rsidR="004A6E84" w:rsidRPr="00B23D19" w:rsidRDefault="004A6E84" w:rsidP="004A6E84">
      <w:pPr>
        <w:rPr>
          <w:b/>
          <w:sz w:val="20"/>
        </w:rPr>
      </w:pPr>
    </w:p>
    <w:p w14:paraId="458E9671" w14:textId="19F06C1B" w:rsidR="004A6E84" w:rsidRPr="00B23D19" w:rsidRDefault="004A6E84" w:rsidP="004A6E84">
      <w:pPr>
        <w:spacing w:before="3"/>
        <w:rPr>
          <w:b/>
          <w:sz w:val="23"/>
        </w:rPr>
      </w:pPr>
      <w:r w:rsidRPr="00B23D19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47E37B3" wp14:editId="192BA698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17F470" w14:textId="14EB3A8B" w:rsidR="004A6E84" w:rsidRPr="00196997" w:rsidRDefault="004A6E84" w:rsidP="004A6E84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BC2350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BC2350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 w:rsidR="000E7E4D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7E37B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5517F470" w14:textId="14EB3A8B" w:rsidR="004A6E84" w:rsidRPr="00196997" w:rsidRDefault="004A6E84" w:rsidP="004A6E84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BC2350"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BC2350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 w:rsidR="000E7E4D" w:rsidRPr="00196997">
                        <w:rPr>
                          <w:b/>
                          <w:sz w:val="28"/>
                          <w:szCs w:val="28"/>
                        </w:rPr>
                        <w:t>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A2E34C3" w14:textId="77777777" w:rsidR="004A6E84" w:rsidRPr="00B23D19" w:rsidRDefault="004A6E84" w:rsidP="004A6E84">
      <w:pPr>
        <w:rPr>
          <w:b/>
          <w:sz w:val="20"/>
        </w:rPr>
      </w:pPr>
    </w:p>
    <w:p w14:paraId="29AAC9CC" w14:textId="77777777" w:rsidR="004A6E84" w:rsidRPr="00B23D19" w:rsidRDefault="004A6E84" w:rsidP="004A6E84">
      <w:pPr>
        <w:rPr>
          <w:b/>
          <w:sz w:val="21"/>
        </w:rPr>
      </w:pPr>
    </w:p>
    <w:p w14:paraId="180C705A" w14:textId="77777777" w:rsidR="004A6E84" w:rsidRPr="00B23D19" w:rsidRDefault="004A6E84" w:rsidP="004A6E84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B23D19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  <w:t>Output Document</w:t>
      </w:r>
    </w:p>
    <w:p w14:paraId="303EECFC" w14:textId="77777777" w:rsidR="004A6E84" w:rsidRPr="00B23D19" w:rsidRDefault="004A6E84" w:rsidP="004A6E84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916538A" w14:textId="0F9239E3" w:rsidR="004A6E84" w:rsidRPr="00D70A54" w:rsidRDefault="004A6E84" w:rsidP="00D70A54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D70A54">
        <w:rPr>
          <w:rFonts w:ascii="Times New Roman" w:hAnsi="Times New Roman" w:cs="Times New Roman"/>
          <w:b/>
          <w:bCs/>
          <w:snapToGrid w:val="0"/>
          <w:sz w:val="24"/>
          <w:szCs w:val="24"/>
        </w:rPr>
        <w:t>Title:</w:t>
      </w:r>
      <w:r w:rsidRPr="00D70A54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164E59" w:rsidRPr="000A193F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164E59" w:rsidRPr="000A193F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164E59" w:rsidRPr="000A193F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202AB0">
        <w:rPr>
          <w:rFonts w:ascii="Times New Roman" w:hAnsi="Times New Roman" w:cs="Times New Roman"/>
          <w:snapToGrid w:val="0"/>
          <w:lang w:val="en-GB"/>
        </w:rPr>
        <w:t>Potential improvement of ISO/IEC DIS 23090-32 Carriage of haptics data</w:t>
      </w:r>
      <w:r w:rsidR="00164E59" w:rsidRPr="000A193F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688FC6B9" w14:textId="77777777" w:rsidR="004A6E84" w:rsidRPr="00B23D19" w:rsidRDefault="004A6E84" w:rsidP="004A6E84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6EC78F21" w14:textId="77777777" w:rsidR="004A6E84" w:rsidRPr="00D70A54" w:rsidRDefault="004A6E84" w:rsidP="00D70A54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D70A54">
        <w:rPr>
          <w:rFonts w:ascii="Times New Roman" w:hAnsi="Times New Roman" w:cs="Times New Roman"/>
          <w:b/>
          <w:bCs/>
          <w:snapToGrid w:val="0"/>
          <w:sz w:val="24"/>
          <w:szCs w:val="24"/>
        </w:rPr>
        <w:t>Status:</w:t>
      </w:r>
      <w:r w:rsidRPr="00D70A54">
        <w:rPr>
          <w:rFonts w:ascii="Times New Roman" w:hAnsi="Times New Roman" w:cs="Times New Roman"/>
          <w:snapToGrid w:val="0"/>
          <w:sz w:val="24"/>
          <w:szCs w:val="24"/>
        </w:rPr>
        <w:tab/>
        <w:t>Approved</w:t>
      </w:r>
    </w:p>
    <w:p w14:paraId="78CAE2B7" w14:textId="77777777" w:rsidR="004A6E84" w:rsidRPr="00B23D19" w:rsidRDefault="004A6E84" w:rsidP="004A6E84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A687EE5" w14:textId="22398891" w:rsidR="004A6E84" w:rsidRPr="00B23D19" w:rsidRDefault="004A6E84" w:rsidP="004A6E84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B23D19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B23D19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15EEE" w:rsidRPr="000A193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815EEE" w:rsidRPr="000A193F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815EEE" w:rsidRPr="000A193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E54D5E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2024-0</w:t>
      </w:r>
      <w:r w:rsidR="00202AB0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7-03</w:t>
      </w:r>
      <w:r w:rsidR="00815EEE" w:rsidRPr="000A193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35D8C6C6" w14:textId="77777777" w:rsidR="004A6E84" w:rsidRPr="00B23D19" w:rsidRDefault="004A6E84" w:rsidP="004A6E84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584E5A84" w14:textId="23FE7E97" w:rsidR="004A6E84" w:rsidRPr="00B23D19" w:rsidRDefault="004A6E84" w:rsidP="004A6E84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B23D19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0E7E4D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50F369D2" w14:textId="77777777" w:rsidR="004A6E84" w:rsidRPr="00B23D19" w:rsidRDefault="004A6E84" w:rsidP="004A6E84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2F7E66" w14:textId="77777777" w:rsidR="004A6E84" w:rsidRPr="00D70A54" w:rsidRDefault="004A6E84" w:rsidP="00D70A54">
      <w:pPr>
        <w:tabs>
          <w:tab w:val="left" w:pos="3099"/>
        </w:tabs>
        <w:ind w:left="104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D70A54">
        <w:rPr>
          <w:rFonts w:ascii="Times New Roman" w:hAnsi="Times New Roman" w:cs="Times New Roman"/>
          <w:b/>
          <w:snapToGrid w:val="0"/>
          <w:sz w:val="24"/>
          <w:szCs w:val="24"/>
        </w:rPr>
        <w:t>Expected action:</w:t>
      </w:r>
      <w:r w:rsidRPr="00D70A54">
        <w:rPr>
          <w:rFonts w:ascii="Times New Roman" w:hAnsi="Times New Roman" w:cs="Times New Roman"/>
          <w:bCs/>
          <w:snapToGrid w:val="0"/>
          <w:sz w:val="24"/>
          <w:szCs w:val="24"/>
        </w:rPr>
        <w:tab/>
        <w:t>None</w:t>
      </w:r>
    </w:p>
    <w:p w14:paraId="2A10D21E" w14:textId="77777777" w:rsidR="004A6E84" w:rsidRPr="00B23D19" w:rsidRDefault="004A6E84" w:rsidP="004A6E84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259922D" w14:textId="77777777" w:rsidR="004A6E84" w:rsidRPr="00D70A54" w:rsidRDefault="004A6E84" w:rsidP="00D70A54">
      <w:pPr>
        <w:tabs>
          <w:tab w:val="left" w:pos="3099"/>
        </w:tabs>
        <w:ind w:left="104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D70A54">
        <w:rPr>
          <w:rFonts w:ascii="Times New Roman" w:hAnsi="Times New Roman" w:cs="Times New Roman"/>
          <w:b/>
          <w:snapToGrid w:val="0"/>
          <w:sz w:val="24"/>
          <w:szCs w:val="24"/>
        </w:rPr>
        <w:t>Action due date:</w:t>
      </w:r>
      <w:r w:rsidRPr="00D70A54">
        <w:rPr>
          <w:rFonts w:ascii="Times New Roman" w:hAnsi="Times New Roman" w:cs="Times New Roman"/>
          <w:bCs/>
          <w:snapToGrid w:val="0"/>
          <w:sz w:val="24"/>
          <w:szCs w:val="24"/>
        </w:rPr>
        <w:tab/>
        <w:t>None</w:t>
      </w:r>
    </w:p>
    <w:p w14:paraId="2149BAEA" w14:textId="77777777" w:rsidR="004A6E84" w:rsidRPr="00B23D19" w:rsidRDefault="004A6E84" w:rsidP="004A6E84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494726F" w14:textId="64A19AA6" w:rsidR="004A6E84" w:rsidRPr="00B23D19" w:rsidRDefault="004A6E84" w:rsidP="004A6E84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B23D19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B23D19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202AB0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202AB0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="00202AB0" w:rsidRPr="00B23D1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>(with cover</w:t>
      </w:r>
      <w:r w:rsidRPr="00B23D19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6DF6D47A" w14:textId="77777777" w:rsidR="004A6E84" w:rsidRPr="00B23D19" w:rsidRDefault="004A6E84" w:rsidP="004A6E84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1424974" w14:textId="62262809" w:rsidR="004A6E84" w:rsidRPr="00B23D19" w:rsidRDefault="004A6E84" w:rsidP="004A6E84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B23D19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B23D19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spellStart"/>
      <w:proofErr w:type="gramStart"/>
      <w:r w:rsidR="00853339" w:rsidRPr="00980E7B">
        <w:rPr>
          <w:rFonts w:ascii="Times New Roman" w:hAnsi="Times New Roman" w:cs="Times New Roman"/>
          <w:snapToGrid w:val="0"/>
          <w:sz w:val="24"/>
          <w:szCs w:val="24"/>
        </w:rPr>
        <w:t>young.L</w:t>
      </w:r>
      <w:proofErr w:type="spellEnd"/>
      <w:proofErr w:type="gramEnd"/>
      <w:r w:rsidR="00853339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@ </w:t>
      </w:r>
      <w:proofErr w:type="spellStart"/>
      <w:r w:rsidR="00853339" w:rsidRPr="00980E7B">
        <w:rPr>
          <w:rFonts w:ascii="Times New Roman" w:hAnsi="Times New Roman" w:cs="Times New Roman"/>
          <w:snapToGrid w:val="0"/>
          <w:sz w:val="24"/>
          <w:szCs w:val="24"/>
        </w:rPr>
        <w:t>samsung</w:t>
      </w:r>
      <w:proofErr w:type="spellEnd"/>
      <w:r w:rsidR="00853339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. com</w:t>
      </w:r>
    </w:p>
    <w:p w14:paraId="5708A7CD" w14:textId="77777777" w:rsidR="004A6E84" w:rsidRPr="00B23D19" w:rsidRDefault="004A6E84" w:rsidP="004A6E84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021A5A50" w14:textId="6CDABCE8" w:rsidR="004A6E84" w:rsidRPr="00B23D19" w:rsidRDefault="004A6E84" w:rsidP="004A6E84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B23D19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11" w:history="1">
        <w:r w:rsidR="00954B91" w:rsidRPr="00B23D19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</w:rPr>
          <w:t>https://isotc.iso.org/livelink/livelink/open/jtc1sc29wg</w:t>
        </w:r>
        <w:r w:rsidR="00954B91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</w:rPr>
          <w:t>3</w:t>
        </w:r>
      </w:hyperlink>
    </w:p>
    <w:p w14:paraId="480765AF" w14:textId="77777777" w:rsidR="004A6E84" w:rsidRPr="00B23D19" w:rsidRDefault="004A6E84" w:rsidP="004A6E84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5ED4D460" w14:textId="77777777" w:rsidR="004A6E84" w:rsidRPr="00B23D19" w:rsidRDefault="004A6E84" w:rsidP="004A6E84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25E443A3" w14:textId="77777777" w:rsidR="004A6E84" w:rsidRPr="00B23D19" w:rsidRDefault="004A6E84" w:rsidP="004A6E84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4103991C" w14:textId="77777777" w:rsidR="004A6E84" w:rsidRPr="00B23D19" w:rsidRDefault="004A6E84" w:rsidP="004A6E84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4A6E84" w:rsidRPr="00B23D19" w:rsidSect="0026795B">
          <w:pgSz w:w="11900" w:h="16840"/>
          <w:pgMar w:top="540" w:right="980" w:bottom="280" w:left="1000" w:header="720" w:footer="720" w:gutter="0"/>
          <w:cols w:space="720"/>
        </w:sectPr>
      </w:pPr>
    </w:p>
    <w:p w14:paraId="4215994B" w14:textId="77777777" w:rsidR="004A6E84" w:rsidRPr="00B23D19" w:rsidRDefault="004A6E84" w:rsidP="004A6E84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lastRenderedPageBreak/>
        <w:t>INTERNATIONAL ORGANIZATION FOR STANDARDIZATION</w:t>
      </w:r>
    </w:p>
    <w:p w14:paraId="51A6AF15" w14:textId="77777777" w:rsidR="004A6E84" w:rsidRPr="00B23D19" w:rsidRDefault="004A6E84" w:rsidP="004A6E84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ORGANISATION INTERNATIONALE DE NORMALISATION</w:t>
      </w:r>
    </w:p>
    <w:p w14:paraId="0297947F" w14:textId="57E203AE" w:rsidR="004A6E84" w:rsidRPr="00B23D19" w:rsidRDefault="004A6E84" w:rsidP="004A6E84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ISO/IEC JTC 1/SC 29/WG </w:t>
      </w:r>
      <w:r w:rsidR="009F2518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3</w:t>
      </w:r>
      <w:r w:rsidR="009F2518"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 </w:t>
      </w: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MPEG </w:t>
      </w:r>
      <w:r w:rsidR="0054168A">
        <w:rPr>
          <w:rFonts w:ascii="Times New Roman" w:eastAsia="SimSun" w:hAnsi="Times New Roman" w:cs="Times New Roman"/>
          <w:b/>
          <w:caps/>
          <w:sz w:val="28"/>
          <w:szCs w:val="24"/>
          <w:lang w:eastAsia="zh-CN"/>
        </w:rPr>
        <w:t>SYSTEMS</w:t>
      </w:r>
    </w:p>
    <w:p w14:paraId="0C2873C7" w14:textId="77777777" w:rsidR="004A6E84" w:rsidRPr="00B23D19" w:rsidRDefault="004A6E84" w:rsidP="004A6E84">
      <w:pPr>
        <w:rPr>
          <w:rFonts w:ascii="Times New Roman" w:hAnsi="Times New Roman" w:cs="Times New Roman"/>
        </w:rPr>
      </w:pPr>
    </w:p>
    <w:p w14:paraId="06EE5026" w14:textId="4924D70B" w:rsidR="004A6E84" w:rsidRPr="00B23D19" w:rsidRDefault="004A6E84" w:rsidP="004A6E84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ISO/IEC JTC 1/SC 29/WG </w:t>
      </w:r>
      <w:r w:rsidR="00C3419E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3</w:t>
      </w:r>
      <w:r w:rsidR="00C3419E"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 </w:t>
      </w:r>
      <w:r w:rsidRPr="00B23D19">
        <w:rPr>
          <w:rFonts w:ascii="Times New Roman" w:eastAsia="SimSun" w:hAnsi="Times New Roman" w:cs="Times New Roman"/>
          <w:b/>
          <w:sz w:val="48"/>
          <w:szCs w:val="24"/>
          <w:lang w:eastAsia="zh-CN"/>
        </w:rPr>
        <w:t>N</w:t>
      </w:r>
      <w:r w:rsidR="00B7245C" w:rsidRPr="000A193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B7245C" w:rsidRPr="000A193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B7245C" w:rsidRPr="000A193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E54D5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1196</w:t>
      </w:r>
      <w:r w:rsidR="00B7245C" w:rsidRPr="000A193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7F856469" w14:textId="7C0CEA54" w:rsidR="004A6E84" w:rsidRPr="00B23D19" w:rsidRDefault="00E54D5E" w:rsidP="004A6E84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Rennes, FR</w:t>
      </w:r>
      <w:r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 -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April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="00FC02C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2024</w:t>
      </w:r>
    </w:p>
    <w:p w14:paraId="3B69FDF1" w14:textId="77777777" w:rsidR="004A6E84" w:rsidRPr="00B23D19" w:rsidRDefault="004A6E84" w:rsidP="004A6E84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6C3FEBC7" w14:textId="77777777" w:rsidR="004A6E84" w:rsidRPr="00B23D19" w:rsidRDefault="004A6E84" w:rsidP="004A6E84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4A6E84" w:rsidRPr="00B23D19" w14:paraId="727C1C30" w14:textId="77777777" w:rsidTr="00CA4C9B">
        <w:tc>
          <w:tcPr>
            <w:tcW w:w="1890" w:type="dxa"/>
            <w:hideMark/>
          </w:tcPr>
          <w:p w14:paraId="6B451A57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55106EEB" w14:textId="16868637" w:rsidR="004A6E84" w:rsidRPr="00B23D19" w:rsidRDefault="00CD2CC9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E54D5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Potential improvement of ISO/IEC DIS 23090-32 Carriage of haptics data</w:t>
            </w: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4A6E84" w:rsidRPr="00B23D19" w14:paraId="0D3B082D" w14:textId="77777777" w:rsidTr="00CA4C9B">
        <w:tc>
          <w:tcPr>
            <w:tcW w:w="1890" w:type="dxa"/>
            <w:hideMark/>
          </w:tcPr>
          <w:p w14:paraId="1E525015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56D6E5CF" w14:textId="52A0C24A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WG </w:t>
            </w:r>
            <w:r w:rsidR="002E7EB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MPEG </w:t>
            </w:r>
            <w:r w:rsidR="00FC02C0">
              <w:rPr>
                <w:rFonts w:ascii="Times New Roman" w:hAnsi="Times New Roman" w:cs="Times New Roman"/>
                <w:b/>
                <w:sz w:val="24"/>
                <w:szCs w:val="24"/>
              </w:rPr>
              <w:t>Systems</w:t>
            </w:r>
          </w:p>
        </w:tc>
      </w:tr>
      <w:tr w:rsidR="004A6E84" w:rsidRPr="00B23D19" w14:paraId="12CD7682" w14:textId="77777777" w:rsidTr="00CA4C9B">
        <w:tc>
          <w:tcPr>
            <w:tcW w:w="1890" w:type="dxa"/>
            <w:hideMark/>
          </w:tcPr>
          <w:p w14:paraId="2CB54EE3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42A01835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Approved</w:t>
            </w:r>
          </w:p>
        </w:tc>
      </w:tr>
      <w:tr w:rsidR="004A6E84" w:rsidRPr="00B23D19" w14:paraId="454EE914" w14:textId="77777777" w:rsidTr="00CA4C9B">
        <w:tc>
          <w:tcPr>
            <w:tcW w:w="1890" w:type="dxa"/>
            <w:hideMark/>
          </w:tcPr>
          <w:p w14:paraId="6F48171D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3BABB516" w14:textId="41D79C76" w:rsidR="004A6E84" w:rsidRPr="00B23D19" w:rsidRDefault="00C3419E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E54D5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23806</w:t>
            </w:r>
            <w:r w:rsidRPr="000A193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7F50872B" w14:textId="77777777" w:rsidR="004A6E84" w:rsidRPr="00B23D19" w:rsidRDefault="004A6E84" w:rsidP="004A6E84">
      <w:pPr>
        <w:rPr>
          <w:rFonts w:ascii="Times New Roman" w:hAnsi="Times New Roman" w:cs="Times New Roman"/>
          <w:sz w:val="24"/>
        </w:rPr>
      </w:pPr>
    </w:p>
    <w:p w14:paraId="4F5E73D5" w14:textId="77777777" w:rsidR="004A6E84" w:rsidRDefault="004A6E84" w:rsidP="004A6E84">
      <w:pPr>
        <w:rPr>
          <w:rFonts w:ascii="Times New Roman" w:hAnsi="Times New Roman" w:cs="Times New Roman"/>
          <w:sz w:val="24"/>
        </w:rPr>
      </w:pPr>
    </w:p>
    <w:p w14:paraId="65E99F89" w14:textId="77777777" w:rsidR="00FC2443" w:rsidRPr="00B23D19" w:rsidRDefault="00FC2443" w:rsidP="004A6E84">
      <w:pPr>
        <w:rPr>
          <w:rFonts w:ascii="Times New Roman" w:hAnsi="Times New Roman" w:cs="Times New Roman"/>
          <w:sz w:val="24"/>
        </w:rPr>
      </w:pPr>
    </w:p>
    <w:p w14:paraId="68BADBBF" w14:textId="77777777" w:rsidR="00E718F3" w:rsidRPr="009048C6" w:rsidRDefault="00E718F3" w:rsidP="00E718F3">
      <w:pPr>
        <w:rPr>
          <w:rFonts w:ascii="Times New Roman" w:hAnsi="Times New Roman" w:cs="Times New Roman"/>
          <w:b/>
          <w:bCs/>
          <w:sz w:val="28"/>
          <w:szCs w:val="28"/>
          <w:lang w:eastAsia="fr-FR"/>
        </w:rPr>
      </w:pPr>
      <w:r w:rsidRPr="009048C6">
        <w:rPr>
          <w:rFonts w:ascii="Times New Roman" w:hAnsi="Times New Roman" w:cs="Times New Roman"/>
          <w:b/>
          <w:bCs/>
          <w:sz w:val="28"/>
          <w:szCs w:val="28"/>
          <w:lang w:eastAsia="fr-FR"/>
        </w:rPr>
        <w:t>Abstract</w:t>
      </w:r>
    </w:p>
    <w:p w14:paraId="20B3A2A4" w14:textId="772A3A2B" w:rsidR="001F3C2D" w:rsidRDefault="00A1200A" w:rsidP="00E718F3">
      <w:pPr>
        <w:autoSpaceDE/>
        <w:autoSpaceDN/>
        <w:spacing w:before="120" w:line="259" w:lineRule="auto"/>
        <w:jc w:val="both"/>
        <w:rPr>
          <w:rFonts w:ascii="Times New Roman" w:hAnsi="Times New Roman" w:cs="Times New Roman"/>
          <w:sz w:val="24"/>
          <w:szCs w:val="24"/>
          <w:lang w:eastAsia="fr-FR"/>
        </w:rPr>
      </w:pPr>
      <w:r w:rsidRPr="00A1200A">
        <w:rPr>
          <w:rFonts w:ascii="Times New Roman" w:hAnsi="Times New Roman" w:cs="Times New Roman"/>
          <w:sz w:val="24"/>
          <w:szCs w:val="24"/>
          <w:lang w:eastAsia="fr-FR"/>
        </w:rPr>
        <w:t xml:space="preserve">This document contains </w:t>
      </w:r>
      <w:r w:rsidR="00FC02C0">
        <w:rPr>
          <w:rFonts w:ascii="Times New Roman" w:hAnsi="Times New Roman" w:cs="Times New Roman"/>
          <w:sz w:val="24"/>
          <w:szCs w:val="24"/>
          <w:lang w:eastAsia="fr-FR"/>
        </w:rPr>
        <w:t xml:space="preserve">the Draft International Standard </w:t>
      </w:r>
      <w:r w:rsidR="00D70A54">
        <w:rPr>
          <w:rFonts w:ascii="Times New Roman" w:hAnsi="Times New Roman" w:cs="Times New Roman"/>
          <w:sz w:val="24"/>
          <w:szCs w:val="24"/>
          <w:lang w:eastAsia="fr-FR"/>
        </w:rPr>
        <w:t>for</w:t>
      </w:r>
      <w:r w:rsidRPr="00A1200A">
        <w:rPr>
          <w:rFonts w:ascii="Times New Roman" w:hAnsi="Times New Roman" w:cs="Times New Roman"/>
          <w:sz w:val="24"/>
          <w:szCs w:val="24"/>
          <w:lang w:eastAsia="fr-FR"/>
        </w:rPr>
        <w:t xml:space="preserve"> </w:t>
      </w:r>
      <w:r w:rsidR="009F2518">
        <w:rPr>
          <w:rFonts w:ascii="Times New Roman" w:hAnsi="Times New Roman" w:cs="Times New Roman"/>
          <w:sz w:val="24"/>
          <w:szCs w:val="24"/>
          <w:lang w:eastAsia="fr-FR"/>
        </w:rPr>
        <w:t xml:space="preserve">ISO/IEC 23090-32 Carriage </w:t>
      </w:r>
      <w:r>
        <w:rPr>
          <w:rFonts w:ascii="Times New Roman" w:hAnsi="Times New Roman" w:cs="Times New Roman"/>
          <w:sz w:val="24"/>
          <w:szCs w:val="24"/>
          <w:lang w:eastAsia="fr-FR"/>
        </w:rPr>
        <w:t xml:space="preserve">of </w:t>
      </w:r>
      <w:r w:rsidR="009F2518">
        <w:rPr>
          <w:rFonts w:ascii="Times New Roman" w:hAnsi="Times New Roman" w:cs="Times New Roman"/>
          <w:sz w:val="24"/>
          <w:szCs w:val="24"/>
          <w:lang w:eastAsia="fr-FR"/>
        </w:rPr>
        <w:t>Haptics Data</w:t>
      </w:r>
      <w:r w:rsidRPr="00A1200A">
        <w:rPr>
          <w:rFonts w:ascii="Times New Roman" w:hAnsi="Times New Roman" w:cs="Times New Roman"/>
          <w:sz w:val="24"/>
          <w:szCs w:val="24"/>
          <w:lang w:eastAsia="fr-FR"/>
        </w:rPr>
        <w:t>.</w:t>
      </w:r>
      <w:r>
        <w:rPr>
          <w:rFonts w:ascii="Times New Roman" w:hAnsi="Times New Roman" w:cs="Times New Roman"/>
          <w:sz w:val="24"/>
          <w:szCs w:val="24"/>
          <w:lang w:eastAsia="fr-FR"/>
        </w:rPr>
        <w:t xml:space="preserve"> It is based on </w:t>
      </w:r>
      <w:r w:rsidR="001F3C2D">
        <w:rPr>
          <w:rFonts w:ascii="Times New Roman" w:hAnsi="Times New Roman" w:cs="Times New Roman"/>
          <w:sz w:val="24"/>
          <w:szCs w:val="24"/>
          <w:lang w:eastAsia="fr-FR"/>
        </w:rPr>
        <w:t>text and decisions made</w:t>
      </w:r>
      <w:r w:rsidR="00D70A54" w:rsidRPr="00D70A54">
        <w:rPr>
          <w:rFonts w:ascii="Times New Roman" w:hAnsi="Times New Roman" w:cs="Times New Roman"/>
          <w:sz w:val="24"/>
          <w:szCs w:val="24"/>
          <w:lang w:eastAsia="fr-FR"/>
        </w:rPr>
        <w:t xml:space="preserve"> </w:t>
      </w:r>
      <w:r w:rsidR="00D70A54">
        <w:rPr>
          <w:rFonts w:ascii="Times New Roman" w:hAnsi="Times New Roman" w:cs="Times New Roman"/>
          <w:sz w:val="24"/>
          <w:szCs w:val="24"/>
          <w:lang w:eastAsia="fr-FR"/>
        </w:rPr>
        <w:t>at MPEG</w:t>
      </w:r>
      <w:r w:rsidR="00FC02C0">
        <w:rPr>
          <w:rFonts w:ascii="Times New Roman" w:hAnsi="Times New Roman" w:cs="Times New Roman"/>
          <w:sz w:val="24"/>
          <w:szCs w:val="24"/>
          <w:lang w:eastAsia="fr-FR"/>
        </w:rPr>
        <w:t xml:space="preserve">#145 </w:t>
      </w:r>
      <w:r w:rsidR="00D70A54">
        <w:rPr>
          <w:rFonts w:ascii="Times New Roman" w:hAnsi="Times New Roman" w:cs="Times New Roman"/>
          <w:sz w:val="24"/>
          <w:szCs w:val="24"/>
          <w:lang w:eastAsia="fr-FR"/>
        </w:rPr>
        <w:t>(</w:t>
      </w:r>
      <w:r w:rsidR="00FC02C0">
        <w:rPr>
          <w:rFonts w:ascii="Times New Roman" w:hAnsi="Times New Roman" w:cs="Times New Roman"/>
          <w:sz w:val="24"/>
          <w:szCs w:val="24"/>
          <w:lang w:eastAsia="fr-FR"/>
        </w:rPr>
        <w:t xml:space="preserve">January </w:t>
      </w:r>
      <w:r w:rsidR="00D70A54">
        <w:rPr>
          <w:rFonts w:ascii="Times New Roman" w:hAnsi="Times New Roman" w:cs="Times New Roman"/>
          <w:sz w:val="24"/>
          <w:szCs w:val="24"/>
          <w:lang w:eastAsia="fr-FR"/>
        </w:rPr>
        <w:t>202</w:t>
      </w:r>
      <w:r w:rsidR="00FC02C0">
        <w:rPr>
          <w:rFonts w:ascii="Times New Roman" w:hAnsi="Times New Roman" w:cs="Times New Roman"/>
          <w:sz w:val="24"/>
          <w:szCs w:val="24"/>
          <w:lang w:eastAsia="fr-FR"/>
        </w:rPr>
        <w:t>4</w:t>
      </w:r>
      <w:r w:rsidR="00D70A54">
        <w:rPr>
          <w:rFonts w:ascii="Times New Roman" w:hAnsi="Times New Roman" w:cs="Times New Roman"/>
          <w:sz w:val="24"/>
          <w:szCs w:val="24"/>
          <w:lang w:eastAsia="fr-FR"/>
        </w:rPr>
        <w:t xml:space="preserve">, </w:t>
      </w:r>
      <w:r w:rsidR="00FC02C0">
        <w:rPr>
          <w:rFonts w:ascii="Times New Roman" w:hAnsi="Times New Roman" w:cs="Times New Roman"/>
          <w:sz w:val="24"/>
          <w:szCs w:val="24"/>
          <w:lang w:eastAsia="fr-FR"/>
        </w:rPr>
        <w:t>Online</w:t>
      </w:r>
      <w:r w:rsidR="00D70A54">
        <w:rPr>
          <w:rFonts w:ascii="Times New Roman" w:hAnsi="Times New Roman" w:cs="Times New Roman"/>
          <w:sz w:val="24"/>
          <w:szCs w:val="24"/>
          <w:lang w:eastAsia="fr-FR"/>
        </w:rPr>
        <w:t>)</w:t>
      </w:r>
      <w:r w:rsidR="001F3C2D">
        <w:rPr>
          <w:rFonts w:ascii="Times New Roman" w:hAnsi="Times New Roman" w:cs="Times New Roman"/>
          <w:sz w:val="24"/>
          <w:szCs w:val="24"/>
          <w:lang w:eastAsia="fr-FR"/>
        </w:rPr>
        <w:t xml:space="preserve"> </w:t>
      </w:r>
      <w:r w:rsidR="00E54D5E">
        <w:rPr>
          <w:rFonts w:ascii="Times New Roman" w:hAnsi="Times New Roman" w:cs="Times New Roman"/>
          <w:sz w:val="24"/>
          <w:szCs w:val="24"/>
          <w:lang w:eastAsia="fr-FR"/>
        </w:rPr>
        <w:t xml:space="preserve">and MPEG#146 (April 2024, Rennes, France) </w:t>
      </w:r>
      <w:r w:rsidR="001F3C2D">
        <w:rPr>
          <w:rFonts w:ascii="Times New Roman" w:hAnsi="Times New Roman" w:cs="Times New Roman"/>
          <w:sz w:val="24"/>
          <w:szCs w:val="24"/>
          <w:lang w:eastAsia="fr-FR"/>
        </w:rPr>
        <w:t xml:space="preserve">regarding </w:t>
      </w:r>
      <w:r>
        <w:rPr>
          <w:rFonts w:ascii="Times New Roman" w:hAnsi="Times New Roman" w:cs="Times New Roman"/>
          <w:sz w:val="24"/>
          <w:szCs w:val="24"/>
          <w:lang w:eastAsia="fr-FR"/>
        </w:rPr>
        <w:t>the following input contributions:</w:t>
      </w:r>
    </w:p>
    <w:p w14:paraId="7E6EB409" w14:textId="48FBCD51" w:rsidR="001F3C2D" w:rsidRDefault="00FC02C0" w:rsidP="00D70A54">
      <w:pPr>
        <w:pStyle w:val="ListParagraph"/>
        <w:numPr>
          <w:ilvl w:val="0"/>
          <w:numId w:val="14"/>
        </w:numPr>
        <w:autoSpaceDE/>
        <w:autoSpaceDN/>
        <w:spacing w:before="120" w:line="259" w:lineRule="auto"/>
        <w:jc w:val="both"/>
        <w:rPr>
          <w:rFonts w:ascii="Times New Roman" w:hAnsi="Times New Roman" w:cs="Times New Roman"/>
          <w:sz w:val="24"/>
          <w:szCs w:val="24"/>
          <w:lang w:eastAsia="fr-FR"/>
        </w:rPr>
      </w:pPr>
      <w:r w:rsidRPr="00D70A54">
        <w:rPr>
          <w:rFonts w:ascii="Times New Roman" w:hAnsi="Times New Roman" w:cs="Times New Roman"/>
          <w:sz w:val="24"/>
          <w:szCs w:val="24"/>
          <w:lang w:eastAsia="fr-FR"/>
        </w:rPr>
        <w:t>m6</w:t>
      </w:r>
      <w:r>
        <w:rPr>
          <w:rFonts w:ascii="Times New Roman" w:hAnsi="Times New Roman" w:cs="Times New Roman"/>
          <w:sz w:val="24"/>
          <w:szCs w:val="24"/>
          <w:lang w:eastAsia="fr-FR"/>
        </w:rPr>
        <w:t>6321</w:t>
      </w:r>
      <w:r w:rsidR="001F3C2D" w:rsidRPr="00D70A54">
        <w:rPr>
          <w:rFonts w:ascii="Times New Roman" w:hAnsi="Times New Roman" w:cs="Times New Roman"/>
          <w:sz w:val="24"/>
          <w:szCs w:val="24"/>
          <w:lang w:eastAsia="fr-FR"/>
        </w:rPr>
        <w:t>,</w:t>
      </w:r>
      <w:r w:rsidR="00A1200A" w:rsidRPr="00D70A54">
        <w:rPr>
          <w:rFonts w:ascii="Times New Roman" w:hAnsi="Times New Roman" w:cs="Times New Roman"/>
          <w:sz w:val="24"/>
          <w:szCs w:val="24"/>
          <w:lang w:eastAsia="fr-FR"/>
        </w:rPr>
        <w:t xml:space="preserve"> </w:t>
      </w:r>
      <w:r w:rsidRPr="00FC02C0">
        <w:rPr>
          <w:rFonts w:ascii="Times New Roman" w:hAnsi="Times New Roman" w:cs="Times New Roman"/>
          <w:sz w:val="24"/>
          <w:szCs w:val="24"/>
          <w:lang w:eastAsia="fr-FR"/>
        </w:rPr>
        <w:t>Editorial correction to Part 32 Draft DIS</w:t>
      </w:r>
      <w:r w:rsidR="001F3C2D" w:rsidRPr="00D70A54">
        <w:rPr>
          <w:rFonts w:ascii="Times New Roman" w:hAnsi="Times New Roman" w:cs="Times New Roman"/>
          <w:sz w:val="24"/>
          <w:szCs w:val="24"/>
          <w:lang w:eastAsia="fr-FR"/>
        </w:rPr>
        <w:t>;</w:t>
      </w:r>
    </w:p>
    <w:p w14:paraId="6D9C7DB9" w14:textId="4E05748D" w:rsidR="00D207DB" w:rsidRPr="00D70A54" w:rsidRDefault="00FC02C0" w:rsidP="00D207DB">
      <w:pPr>
        <w:pStyle w:val="ListParagraph"/>
        <w:numPr>
          <w:ilvl w:val="0"/>
          <w:numId w:val="14"/>
        </w:numPr>
        <w:autoSpaceDE/>
        <w:autoSpaceDN/>
        <w:spacing w:before="120" w:line="259" w:lineRule="auto"/>
        <w:jc w:val="both"/>
        <w:rPr>
          <w:rFonts w:ascii="Times New Roman" w:hAnsi="Times New Roman" w:cs="Times New Roman"/>
          <w:sz w:val="24"/>
          <w:szCs w:val="24"/>
          <w:lang w:eastAsia="fr-FR"/>
        </w:rPr>
      </w:pPr>
      <w:r w:rsidRPr="00D207DB">
        <w:rPr>
          <w:rFonts w:ascii="Times New Roman" w:hAnsi="Times New Roman" w:cs="Times New Roman"/>
          <w:sz w:val="24"/>
          <w:szCs w:val="24"/>
          <w:lang w:eastAsia="fr-FR"/>
        </w:rPr>
        <w:t>m6</w:t>
      </w:r>
      <w:r>
        <w:rPr>
          <w:rFonts w:ascii="Times New Roman" w:hAnsi="Times New Roman" w:cs="Times New Roman"/>
          <w:sz w:val="24"/>
          <w:szCs w:val="24"/>
          <w:lang w:eastAsia="fr-FR"/>
        </w:rPr>
        <w:t>6324</w:t>
      </w:r>
      <w:r w:rsidR="00D207DB">
        <w:rPr>
          <w:rFonts w:ascii="Times New Roman" w:hAnsi="Times New Roman" w:cs="Times New Roman"/>
          <w:sz w:val="24"/>
          <w:szCs w:val="24"/>
          <w:lang w:eastAsia="fr-FR"/>
        </w:rPr>
        <w:t xml:space="preserve">, </w:t>
      </w:r>
      <w:r w:rsidRPr="00FC02C0">
        <w:rPr>
          <w:rFonts w:ascii="Times New Roman" w:hAnsi="Times New Roman" w:cs="Times New Roman"/>
          <w:sz w:val="24"/>
          <w:szCs w:val="24"/>
          <w:lang w:eastAsia="fr-FR"/>
        </w:rPr>
        <w:t>Fixes to Part 32 current daft DIS</w:t>
      </w:r>
      <w:r w:rsidR="00D207DB">
        <w:rPr>
          <w:rFonts w:ascii="Times New Roman" w:hAnsi="Times New Roman" w:cs="Times New Roman"/>
          <w:sz w:val="24"/>
          <w:szCs w:val="24"/>
          <w:lang w:eastAsia="fr-FR"/>
        </w:rPr>
        <w:t>;</w:t>
      </w:r>
    </w:p>
    <w:p w14:paraId="2D0D9F08" w14:textId="77777777" w:rsidR="00D5410A" w:rsidRDefault="00FC02C0" w:rsidP="00D70A54">
      <w:pPr>
        <w:pStyle w:val="ListParagraph"/>
        <w:numPr>
          <w:ilvl w:val="0"/>
          <w:numId w:val="14"/>
        </w:numPr>
        <w:autoSpaceDE/>
        <w:autoSpaceDN/>
        <w:spacing w:before="120" w:line="259" w:lineRule="auto"/>
        <w:jc w:val="both"/>
        <w:rPr>
          <w:rFonts w:ascii="Times New Roman" w:hAnsi="Times New Roman" w:cs="Times New Roman"/>
          <w:sz w:val="24"/>
          <w:szCs w:val="24"/>
          <w:lang w:eastAsia="fr-FR"/>
        </w:rPr>
      </w:pPr>
      <w:r w:rsidRPr="00D70A54">
        <w:rPr>
          <w:rFonts w:ascii="Times New Roman" w:hAnsi="Times New Roman" w:cs="Times New Roman"/>
          <w:sz w:val="24"/>
          <w:szCs w:val="24"/>
          <w:lang w:eastAsia="fr-FR"/>
        </w:rPr>
        <w:t>m6</w:t>
      </w:r>
      <w:r>
        <w:rPr>
          <w:rFonts w:ascii="Times New Roman" w:hAnsi="Times New Roman" w:cs="Times New Roman"/>
          <w:sz w:val="24"/>
          <w:szCs w:val="24"/>
          <w:lang w:eastAsia="fr-FR"/>
        </w:rPr>
        <w:t>6510</w:t>
      </w:r>
      <w:r w:rsidR="001F3C2D" w:rsidRPr="00D70A54">
        <w:rPr>
          <w:rFonts w:ascii="Times New Roman" w:hAnsi="Times New Roman" w:cs="Times New Roman"/>
          <w:sz w:val="24"/>
          <w:szCs w:val="24"/>
          <w:lang w:eastAsia="fr-FR"/>
        </w:rPr>
        <w:t xml:space="preserve">, </w:t>
      </w:r>
      <w:r w:rsidRPr="00FC02C0">
        <w:rPr>
          <w:rFonts w:ascii="Times New Roman" w:hAnsi="Times New Roman" w:cs="Times New Roman"/>
          <w:sz w:val="24"/>
          <w:szCs w:val="24"/>
          <w:lang w:eastAsia="fr-FR"/>
        </w:rPr>
        <w:t xml:space="preserve">Proposed new extensions to Part </w:t>
      </w:r>
      <w:proofErr w:type="gramStart"/>
      <w:r w:rsidRPr="00FC02C0">
        <w:rPr>
          <w:rFonts w:ascii="Times New Roman" w:hAnsi="Times New Roman" w:cs="Times New Roman"/>
          <w:sz w:val="24"/>
          <w:szCs w:val="24"/>
          <w:lang w:eastAsia="fr-FR"/>
        </w:rPr>
        <w:t>32</w:t>
      </w:r>
      <w:r w:rsidR="00126552">
        <w:rPr>
          <w:rFonts w:ascii="Times New Roman" w:hAnsi="Times New Roman" w:cs="Times New Roman"/>
          <w:sz w:val="24"/>
          <w:szCs w:val="24"/>
          <w:lang w:eastAsia="fr-FR"/>
        </w:rPr>
        <w:t>;</w:t>
      </w:r>
      <w:proofErr w:type="gramEnd"/>
      <w:r w:rsidR="00126552">
        <w:rPr>
          <w:rFonts w:ascii="Times New Roman" w:hAnsi="Times New Roman" w:cs="Times New Roman"/>
          <w:sz w:val="24"/>
          <w:szCs w:val="24"/>
          <w:lang w:eastAsia="fr-FR"/>
        </w:rPr>
        <w:t xml:space="preserve"> </w:t>
      </w:r>
    </w:p>
    <w:p w14:paraId="3E0C4F46" w14:textId="2B54971F" w:rsidR="00D5410A" w:rsidRDefault="00D5410A" w:rsidP="00D70A54">
      <w:pPr>
        <w:pStyle w:val="ListParagraph"/>
        <w:numPr>
          <w:ilvl w:val="0"/>
          <w:numId w:val="14"/>
        </w:numPr>
        <w:autoSpaceDE/>
        <w:autoSpaceDN/>
        <w:spacing w:before="120" w:line="259" w:lineRule="auto"/>
        <w:jc w:val="both"/>
        <w:rPr>
          <w:rFonts w:ascii="Times New Roman" w:hAnsi="Times New Roman" w:cs="Times New Roman"/>
          <w:sz w:val="24"/>
          <w:szCs w:val="24"/>
          <w:lang w:eastAsia="fr-FR"/>
        </w:rPr>
      </w:pPr>
      <w:r>
        <w:rPr>
          <w:rFonts w:ascii="Times New Roman" w:hAnsi="Times New Roman" w:cs="Times New Roman"/>
          <w:sz w:val="24"/>
          <w:szCs w:val="24"/>
          <w:lang w:eastAsia="fr-FR"/>
        </w:rPr>
        <w:t>m</w:t>
      </w:r>
      <w:r w:rsidR="00202AB0">
        <w:rPr>
          <w:rFonts w:ascii="Times New Roman" w:hAnsi="Times New Roman" w:cs="Times New Roman"/>
          <w:sz w:val="24"/>
          <w:szCs w:val="24"/>
          <w:lang w:eastAsia="fr-FR"/>
        </w:rPr>
        <w:t>67533</w:t>
      </w:r>
      <w:r>
        <w:rPr>
          <w:rFonts w:ascii="Times New Roman" w:hAnsi="Times New Roman" w:cs="Times New Roman"/>
          <w:sz w:val="24"/>
          <w:szCs w:val="24"/>
          <w:lang w:eastAsia="fr-FR"/>
        </w:rPr>
        <w:t xml:space="preserve">, Signaling ‘sync’ haptics representations in </w:t>
      </w:r>
      <w:proofErr w:type="gramStart"/>
      <w:r>
        <w:rPr>
          <w:rFonts w:ascii="Times New Roman" w:hAnsi="Times New Roman" w:cs="Times New Roman"/>
          <w:sz w:val="24"/>
          <w:szCs w:val="24"/>
          <w:lang w:eastAsia="fr-FR"/>
        </w:rPr>
        <w:t>DASH;</w:t>
      </w:r>
      <w:proofErr w:type="gramEnd"/>
      <w:r>
        <w:rPr>
          <w:rFonts w:ascii="Times New Roman" w:hAnsi="Times New Roman" w:cs="Times New Roman"/>
          <w:sz w:val="24"/>
          <w:szCs w:val="24"/>
          <w:lang w:eastAsia="fr-FR"/>
        </w:rPr>
        <w:t xml:space="preserve"> </w:t>
      </w:r>
    </w:p>
    <w:p w14:paraId="75508DB3" w14:textId="1AFCF959" w:rsidR="00126552" w:rsidRDefault="00D5410A" w:rsidP="00D70A54">
      <w:pPr>
        <w:pStyle w:val="ListParagraph"/>
        <w:numPr>
          <w:ilvl w:val="0"/>
          <w:numId w:val="14"/>
        </w:numPr>
        <w:autoSpaceDE/>
        <w:autoSpaceDN/>
        <w:spacing w:before="120" w:line="259" w:lineRule="auto"/>
        <w:jc w:val="both"/>
        <w:rPr>
          <w:rFonts w:ascii="Times New Roman" w:hAnsi="Times New Roman" w:cs="Times New Roman"/>
          <w:sz w:val="24"/>
          <w:szCs w:val="24"/>
          <w:lang w:eastAsia="fr-FR"/>
        </w:rPr>
      </w:pPr>
      <w:r>
        <w:rPr>
          <w:rFonts w:ascii="Times New Roman" w:hAnsi="Times New Roman" w:cs="Times New Roman"/>
          <w:sz w:val="24"/>
          <w:szCs w:val="24"/>
          <w:lang w:eastAsia="fr-FR"/>
        </w:rPr>
        <w:t>m</w:t>
      </w:r>
      <w:r w:rsidR="00202AB0">
        <w:rPr>
          <w:rFonts w:ascii="Times New Roman" w:hAnsi="Times New Roman" w:cs="Times New Roman"/>
          <w:sz w:val="24"/>
          <w:szCs w:val="24"/>
          <w:lang w:eastAsia="fr-FR"/>
        </w:rPr>
        <w:t>67528</w:t>
      </w:r>
      <w:r>
        <w:rPr>
          <w:rFonts w:ascii="Times New Roman" w:hAnsi="Times New Roman" w:cs="Times New Roman"/>
          <w:sz w:val="24"/>
          <w:szCs w:val="24"/>
          <w:lang w:eastAsia="fr-FR"/>
        </w:rPr>
        <w:t xml:space="preserve">, </w:t>
      </w:r>
      <w:r w:rsidR="00202AB0">
        <w:rPr>
          <w:rFonts w:ascii="Times New Roman" w:hAnsi="Times New Roman" w:cs="Times New Roman"/>
          <w:sz w:val="24"/>
          <w:szCs w:val="24"/>
          <w:lang w:eastAsia="fr-FR"/>
        </w:rPr>
        <w:t>Improvements on haptics signaling in DASH</w:t>
      </w:r>
      <w:r>
        <w:rPr>
          <w:rFonts w:ascii="Times New Roman" w:hAnsi="Times New Roman" w:cs="Times New Roman"/>
          <w:sz w:val="24"/>
          <w:szCs w:val="24"/>
          <w:lang w:eastAsia="fr-FR"/>
        </w:rPr>
        <w:t xml:space="preserve">; </w:t>
      </w:r>
      <w:r w:rsidR="00126552">
        <w:rPr>
          <w:rFonts w:ascii="Times New Roman" w:hAnsi="Times New Roman" w:cs="Times New Roman"/>
          <w:sz w:val="24"/>
          <w:szCs w:val="24"/>
          <w:lang w:eastAsia="fr-FR"/>
        </w:rPr>
        <w:t>and</w:t>
      </w:r>
    </w:p>
    <w:p w14:paraId="2589D668" w14:textId="5E9BF23B" w:rsidR="001F3C2D" w:rsidRDefault="00126552" w:rsidP="00D70A54">
      <w:pPr>
        <w:pStyle w:val="ListParagraph"/>
        <w:numPr>
          <w:ilvl w:val="0"/>
          <w:numId w:val="14"/>
        </w:numPr>
        <w:autoSpaceDE/>
        <w:autoSpaceDN/>
        <w:spacing w:before="120" w:line="259" w:lineRule="auto"/>
        <w:jc w:val="both"/>
        <w:rPr>
          <w:rFonts w:ascii="Times New Roman" w:hAnsi="Times New Roman" w:cs="Times New Roman"/>
          <w:sz w:val="24"/>
          <w:szCs w:val="24"/>
          <w:lang w:eastAsia="fr-FR"/>
        </w:rPr>
      </w:pPr>
      <w:r>
        <w:rPr>
          <w:rFonts w:ascii="Times New Roman" w:hAnsi="Times New Roman" w:cs="Times New Roman"/>
          <w:sz w:val="24"/>
          <w:szCs w:val="24"/>
          <w:lang w:eastAsia="fr-FR"/>
        </w:rPr>
        <w:t>m67529</w:t>
      </w:r>
      <w:r w:rsidRPr="00126552">
        <w:rPr>
          <w:rFonts w:ascii="Times New Roman" w:hAnsi="Times New Roman" w:cs="Times New Roman"/>
          <w:sz w:val="24"/>
          <w:szCs w:val="24"/>
          <w:lang w:eastAsia="fr-FR"/>
        </w:rPr>
        <w:t xml:space="preserve"> Editorial correction to Part 32 Draft DIS</w:t>
      </w:r>
      <w:r w:rsidR="00EF2400">
        <w:rPr>
          <w:rFonts w:ascii="Times New Roman" w:hAnsi="Times New Roman" w:cs="Times New Roman"/>
          <w:sz w:val="24"/>
          <w:szCs w:val="24"/>
          <w:lang w:eastAsia="fr-FR"/>
        </w:rPr>
        <w:t>.</w:t>
      </w:r>
    </w:p>
    <w:p w14:paraId="2DDA3E81" w14:textId="71A00C23" w:rsidR="00F061E3" w:rsidRPr="003D0536" w:rsidRDefault="001F3C2D" w:rsidP="003D0536">
      <w:pPr>
        <w:autoSpaceDE/>
        <w:autoSpaceDN/>
        <w:spacing w:before="120" w:line="259" w:lineRule="auto"/>
        <w:jc w:val="both"/>
        <w:rPr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fr-FR"/>
        </w:rPr>
        <w:t xml:space="preserve">The changes </w:t>
      </w:r>
      <w:r w:rsidR="007E70A2">
        <w:rPr>
          <w:rFonts w:ascii="Times New Roman" w:hAnsi="Times New Roman" w:cs="Times New Roman"/>
          <w:sz w:val="24"/>
          <w:szCs w:val="24"/>
          <w:lang w:eastAsia="fr-FR"/>
        </w:rPr>
        <w:t xml:space="preserve">in this document </w:t>
      </w:r>
      <w:r>
        <w:rPr>
          <w:rFonts w:ascii="Times New Roman" w:hAnsi="Times New Roman" w:cs="Times New Roman"/>
          <w:sz w:val="24"/>
          <w:szCs w:val="24"/>
          <w:lang w:eastAsia="fr-FR"/>
        </w:rPr>
        <w:t xml:space="preserve">are with respect to </w:t>
      </w:r>
      <w:r w:rsidR="00D207DB">
        <w:rPr>
          <w:rFonts w:ascii="Times New Roman" w:hAnsi="Times New Roman" w:cs="Times New Roman"/>
          <w:sz w:val="24"/>
          <w:szCs w:val="24"/>
          <w:lang w:eastAsia="fr-FR"/>
        </w:rPr>
        <w:t xml:space="preserve">output document </w:t>
      </w:r>
      <w:r w:rsidR="00E54D5E">
        <w:rPr>
          <w:rFonts w:ascii="Times New Roman" w:hAnsi="Times New Roman" w:cs="Times New Roman"/>
          <w:sz w:val="24"/>
          <w:szCs w:val="24"/>
          <w:lang w:eastAsia="fr-FR"/>
        </w:rPr>
        <w:t>WG03N1</w:t>
      </w:r>
      <w:r w:rsidR="00E54D5E">
        <w:rPr>
          <w:rFonts w:ascii="Times New Roman" w:hAnsi="Times New Roman" w:cs="Times New Roman"/>
          <w:sz w:val="24"/>
          <w:szCs w:val="24"/>
          <w:lang w:eastAsia="fr-FR"/>
        </w:rPr>
        <w:t>109</w:t>
      </w:r>
      <w:r w:rsidR="00E54D5E">
        <w:rPr>
          <w:rFonts w:ascii="Times New Roman" w:hAnsi="Times New Roman" w:cs="Times New Roman"/>
          <w:sz w:val="24"/>
          <w:szCs w:val="24"/>
          <w:lang w:eastAsia="fr-FR"/>
        </w:rPr>
        <w:t xml:space="preserve"> </w:t>
      </w:r>
      <w:r w:rsidR="00D207DB">
        <w:rPr>
          <w:rFonts w:ascii="Times New Roman" w:hAnsi="Times New Roman" w:cs="Times New Roman"/>
          <w:sz w:val="24"/>
          <w:szCs w:val="24"/>
          <w:lang w:eastAsia="fr-FR"/>
        </w:rPr>
        <w:t>from MPEG</w:t>
      </w:r>
      <w:r w:rsidR="00FC02C0">
        <w:rPr>
          <w:rFonts w:ascii="Times New Roman" w:hAnsi="Times New Roman" w:cs="Times New Roman"/>
          <w:sz w:val="24"/>
          <w:szCs w:val="24"/>
          <w:lang w:eastAsia="fr-FR"/>
        </w:rPr>
        <w:t>#</w:t>
      </w:r>
      <w:r w:rsidR="00E54D5E">
        <w:rPr>
          <w:rFonts w:ascii="Times New Roman" w:hAnsi="Times New Roman" w:cs="Times New Roman"/>
          <w:sz w:val="24"/>
          <w:szCs w:val="24"/>
          <w:lang w:eastAsia="fr-FR"/>
        </w:rPr>
        <w:t>14</w:t>
      </w:r>
      <w:r w:rsidR="00E54D5E">
        <w:rPr>
          <w:rFonts w:ascii="Times New Roman" w:hAnsi="Times New Roman" w:cs="Times New Roman"/>
          <w:sz w:val="24"/>
          <w:szCs w:val="24"/>
          <w:lang w:eastAsia="fr-FR"/>
        </w:rPr>
        <w:t>6</w:t>
      </w:r>
      <w:r w:rsidR="00E54D5E">
        <w:rPr>
          <w:rFonts w:ascii="Times New Roman" w:hAnsi="Times New Roman" w:cs="Times New Roman"/>
          <w:sz w:val="24"/>
          <w:szCs w:val="24"/>
          <w:lang w:eastAsia="fr-FR"/>
        </w:rPr>
        <w:t xml:space="preserve"> </w:t>
      </w:r>
      <w:r w:rsidR="00D207DB">
        <w:rPr>
          <w:rFonts w:ascii="Times New Roman" w:hAnsi="Times New Roman" w:cs="Times New Roman"/>
          <w:sz w:val="24"/>
          <w:szCs w:val="24"/>
          <w:lang w:eastAsia="fr-FR"/>
        </w:rPr>
        <w:t>(</w:t>
      </w:r>
      <w:r w:rsidR="00E54D5E">
        <w:rPr>
          <w:rFonts w:ascii="Times New Roman" w:hAnsi="Times New Roman" w:cs="Times New Roman"/>
          <w:sz w:val="24"/>
          <w:szCs w:val="24"/>
          <w:lang w:eastAsia="fr-FR"/>
        </w:rPr>
        <w:t>January 2024</w:t>
      </w:r>
      <w:r w:rsidR="00D207DB">
        <w:rPr>
          <w:rFonts w:ascii="Times New Roman" w:hAnsi="Times New Roman" w:cs="Times New Roman"/>
          <w:sz w:val="24"/>
          <w:szCs w:val="24"/>
          <w:lang w:eastAsia="fr-FR"/>
        </w:rPr>
        <w:t xml:space="preserve">, </w:t>
      </w:r>
      <w:r w:rsidR="00E54D5E">
        <w:rPr>
          <w:rFonts w:ascii="Times New Roman" w:hAnsi="Times New Roman" w:cs="Times New Roman"/>
          <w:sz w:val="24"/>
          <w:szCs w:val="24"/>
          <w:lang w:eastAsia="fr-FR"/>
        </w:rPr>
        <w:t>Online</w:t>
      </w:r>
      <w:r w:rsidR="00D207DB">
        <w:rPr>
          <w:rFonts w:ascii="Times New Roman" w:hAnsi="Times New Roman" w:cs="Times New Roman"/>
          <w:sz w:val="24"/>
          <w:szCs w:val="24"/>
          <w:lang w:eastAsia="fr-FR"/>
        </w:rPr>
        <w:t>)</w:t>
      </w:r>
      <w:r w:rsidR="00E54D5E">
        <w:rPr>
          <w:rFonts w:ascii="Times New Roman" w:hAnsi="Times New Roman" w:cs="Times New Roman"/>
          <w:sz w:val="24"/>
          <w:szCs w:val="24"/>
          <w:lang w:eastAsia="fr-FR"/>
        </w:rPr>
        <w:t>.</w:t>
      </w:r>
      <w:bookmarkStart w:id="0" w:name="_Toc134026428"/>
      <w:bookmarkStart w:id="1" w:name="_Toc141170097"/>
      <w:bookmarkStart w:id="2" w:name="_Toc141178546"/>
      <w:bookmarkStart w:id="3" w:name="_Toc141100752"/>
      <w:bookmarkStart w:id="4" w:name="_Toc141170101"/>
      <w:bookmarkStart w:id="5" w:name="_Toc141178551"/>
      <w:bookmarkStart w:id="6" w:name="_Toc141100753"/>
      <w:bookmarkStart w:id="7" w:name="_Toc141170102"/>
      <w:bookmarkStart w:id="8" w:name="_Toc141178552"/>
      <w:bookmarkStart w:id="9" w:name="_Toc141100754"/>
      <w:bookmarkStart w:id="10" w:name="_Toc141170103"/>
      <w:bookmarkStart w:id="11" w:name="_Toc141178553"/>
      <w:bookmarkStart w:id="12" w:name="_Toc141100755"/>
      <w:bookmarkStart w:id="13" w:name="_Toc141170104"/>
      <w:bookmarkStart w:id="14" w:name="_Toc141178554"/>
      <w:bookmarkStart w:id="15" w:name="_Toc141100756"/>
      <w:bookmarkStart w:id="16" w:name="_Toc141170105"/>
      <w:bookmarkStart w:id="17" w:name="_Toc141178555"/>
      <w:bookmarkStart w:id="18" w:name="_Toc141100758"/>
      <w:bookmarkStart w:id="19" w:name="_Toc141170107"/>
      <w:bookmarkStart w:id="20" w:name="_Toc141178557"/>
      <w:bookmarkStart w:id="21" w:name="_Toc141100761"/>
      <w:bookmarkStart w:id="22" w:name="_Toc141170110"/>
      <w:bookmarkStart w:id="23" w:name="_Toc141178560"/>
      <w:bookmarkStart w:id="24" w:name="_Toc141100762"/>
      <w:bookmarkStart w:id="25" w:name="_Toc141170111"/>
      <w:bookmarkStart w:id="26" w:name="_Toc141178561"/>
      <w:bookmarkStart w:id="27" w:name="_Toc141100763"/>
      <w:bookmarkStart w:id="28" w:name="_Toc141170112"/>
      <w:bookmarkStart w:id="29" w:name="_Toc141178562"/>
      <w:bookmarkStart w:id="30" w:name="_Toc141100764"/>
      <w:bookmarkStart w:id="31" w:name="_Toc141170113"/>
      <w:bookmarkStart w:id="32" w:name="_Toc141178563"/>
      <w:bookmarkStart w:id="33" w:name="_Toc141100765"/>
      <w:bookmarkStart w:id="34" w:name="_Toc141170114"/>
      <w:bookmarkStart w:id="35" w:name="_Toc141178564"/>
      <w:bookmarkStart w:id="36" w:name="_Toc141100766"/>
      <w:bookmarkStart w:id="37" w:name="_Toc141170115"/>
      <w:bookmarkStart w:id="38" w:name="_Toc141178565"/>
      <w:bookmarkStart w:id="39" w:name="_Toc141100767"/>
      <w:bookmarkStart w:id="40" w:name="_Toc141170116"/>
      <w:bookmarkStart w:id="41" w:name="_Toc141178566"/>
      <w:bookmarkStart w:id="42" w:name="_Toc141100771"/>
      <w:bookmarkStart w:id="43" w:name="_Toc141170120"/>
      <w:bookmarkStart w:id="44" w:name="_Toc141178570"/>
      <w:bookmarkStart w:id="45" w:name="_Toc141100772"/>
      <w:bookmarkStart w:id="46" w:name="_Toc141170121"/>
      <w:bookmarkStart w:id="47" w:name="_Toc141178571"/>
      <w:bookmarkStart w:id="48" w:name="_Toc141100773"/>
      <w:bookmarkStart w:id="49" w:name="_Toc141170122"/>
      <w:bookmarkStart w:id="50" w:name="_Toc141178572"/>
      <w:bookmarkStart w:id="51" w:name="_Toc141100774"/>
      <w:bookmarkStart w:id="52" w:name="_Toc141170123"/>
      <w:bookmarkStart w:id="53" w:name="_Toc141178573"/>
      <w:bookmarkStart w:id="54" w:name="_Toc141100775"/>
      <w:bookmarkStart w:id="55" w:name="_Toc141170124"/>
      <w:bookmarkStart w:id="56" w:name="_Toc141178574"/>
      <w:bookmarkStart w:id="57" w:name="_Toc141100776"/>
      <w:bookmarkStart w:id="58" w:name="_Toc141170125"/>
      <w:bookmarkStart w:id="59" w:name="_Toc141178575"/>
      <w:bookmarkStart w:id="60" w:name="_Toc141100777"/>
      <w:bookmarkStart w:id="61" w:name="_Toc141170126"/>
      <w:bookmarkStart w:id="62" w:name="_Toc141178576"/>
      <w:bookmarkStart w:id="63" w:name="_Toc141100778"/>
      <w:bookmarkStart w:id="64" w:name="_Toc141170127"/>
      <w:bookmarkStart w:id="65" w:name="_Toc141178577"/>
      <w:bookmarkStart w:id="66" w:name="_Toc141100779"/>
      <w:bookmarkStart w:id="67" w:name="_Toc141170128"/>
      <w:bookmarkStart w:id="68" w:name="_Toc141178578"/>
      <w:bookmarkStart w:id="69" w:name="_Toc141100780"/>
      <w:bookmarkStart w:id="70" w:name="_Toc141170129"/>
      <w:bookmarkStart w:id="71" w:name="_Toc141178579"/>
      <w:bookmarkStart w:id="72" w:name="_Toc141100781"/>
      <w:bookmarkStart w:id="73" w:name="_Toc141170130"/>
      <w:bookmarkStart w:id="74" w:name="_Toc141178580"/>
      <w:bookmarkStart w:id="75" w:name="_Toc141100782"/>
      <w:bookmarkStart w:id="76" w:name="_Toc141170131"/>
      <w:bookmarkStart w:id="77" w:name="_Toc141178581"/>
      <w:bookmarkStart w:id="78" w:name="_Toc141100783"/>
      <w:bookmarkStart w:id="79" w:name="_Toc141170132"/>
      <w:bookmarkStart w:id="80" w:name="_Toc141178582"/>
      <w:bookmarkStart w:id="81" w:name="_Toc141100784"/>
      <w:bookmarkStart w:id="82" w:name="_Toc141170133"/>
      <w:bookmarkStart w:id="83" w:name="_Toc141178583"/>
      <w:bookmarkStart w:id="84" w:name="_Toc141100785"/>
      <w:bookmarkStart w:id="85" w:name="_Toc141170134"/>
      <w:bookmarkStart w:id="86" w:name="_Toc141178584"/>
      <w:bookmarkStart w:id="87" w:name="_Toc141178586"/>
      <w:bookmarkStart w:id="88" w:name="_Toc141100795"/>
      <w:bookmarkStart w:id="89" w:name="_Toc141170145"/>
      <w:bookmarkStart w:id="90" w:name="_Toc141178596"/>
      <w:bookmarkStart w:id="91" w:name="_Toc141100801"/>
      <w:bookmarkStart w:id="92" w:name="_Toc141170151"/>
      <w:bookmarkStart w:id="93" w:name="_Toc141178602"/>
      <w:bookmarkStart w:id="94" w:name="_Toc141100803"/>
      <w:bookmarkStart w:id="95" w:name="_Toc141170153"/>
      <w:bookmarkStart w:id="96" w:name="_Toc14117860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sectPr w:rsidR="00F061E3" w:rsidRPr="003D0536" w:rsidSect="0026795B"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9564F" w14:textId="77777777" w:rsidR="006F29F2" w:rsidRDefault="006F29F2" w:rsidP="009E784A">
      <w:r>
        <w:separator/>
      </w:r>
    </w:p>
  </w:endnote>
  <w:endnote w:type="continuationSeparator" w:id="0">
    <w:p w14:paraId="33EBE100" w14:textId="77777777" w:rsidR="006F29F2" w:rsidRDefault="006F29F2" w:rsidP="009E784A">
      <w:r>
        <w:continuationSeparator/>
      </w:r>
    </w:p>
  </w:endnote>
  <w:endnote w:type="continuationNotice" w:id="1">
    <w:p w14:paraId="1E9B1093" w14:textId="77777777" w:rsidR="006F29F2" w:rsidRDefault="006F29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42206B" w14:textId="386DAECE" w:rsidR="00385C5D" w:rsidRDefault="00385C5D" w:rsidP="005B217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31A91" w14:textId="77777777" w:rsidR="006F29F2" w:rsidRDefault="006F29F2" w:rsidP="009E784A">
      <w:r>
        <w:separator/>
      </w:r>
    </w:p>
  </w:footnote>
  <w:footnote w:type="continuationSeparator" w:id="0">
    <w:p w14:paraId="62B759BB" w14:textId="77777777" w:rsidR="006F29F2" w:rsidRDefault="006F29F2" w:rsidP="009E784A">
      <w:r>
        <w:continuationSeparator/>
      </w:r>
    </w:p>
  </w:footnote>
  <w:footnote w:type="continuationNotice" w:id="1">
    <w:p w14:paraId="4FEF9FCA" w14:textId="77777777" w:rsidR="006F29F2" w:rsidRDefault="006F29F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87882"/>
    <w:multiLevelType w:val="hybridMultilevel"/>
    <w:tmpl w:val="BF9C59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A55008"/>
    <w:multiLevelType w:val="multilevel"/>
    <w:tmpl w:val="5E068FA4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Cambria" w:hAnsi="Cambria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 w15:restartNumberingAfterBreak="0">
    <w:nsid w:val="1A1C5EDF"/>
    <w:multiLevelType w:val="hybridMultilevel"/>
    <w:tmpl w:val="D4124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F389B"/>
    <w:multiLevelType w:val="hybridMultilevel"/>
    <w:tmpl w:val="ADB468A0"/>
    <w:lvl w:ilvl="0" w:tplc="EDE29536">
      <w:start w:val="1"/>
      <w:numFmt w:val="bullet"/>
      <w:lvlText w:val="—"/>
      <w:lvlJc w:val="left"/>
      <w:pPr>
        <w:ind w:left="360" w:hanging="360"/>
      </w:pPr>
      <w:rPr>
        <w:rFonts w:ascii="Cambria" w:hAnsi="Cambria" w:hint="default"/>
        <w:color w:val="211D1E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3F2661A"/>
    <w:multiLevelType w:val="hybridMultilevel"/>
    <w:tmpl w:val="9C004FE0"/>
    <w:lvl w:ilvl="0" w:tplc="5AC48BB8">
      <w:numFmt w:val="bullet"/>
      <w:lvlText w:val="—"/>
      <w:lvlJc w:val="left"/>
      <w:pPr>
        <w:ind w:left="360" w:hanging="360"/>
      </w:pPr>
      <w:rPr>
        <w:rFonts w:ascii="Cambria" w:eastAsia="Arial" w:hAnsi="Cambria" w:cs="Cambria" w:hint="default"/>
        <w:color w:val="211D1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7B5DE1"/>
    <w:multiLevelType w:val="hybridMultilevel"/>
    <w:tmpl w:val="15746894"/>
    <w:lvl w:ilvl="0" w:tplc="948E951C">
      <w:start w:val="1"/>
      <w:numFmt w:val="bullet"/>
      <w:lvlText w:val="—"/>
      <w:lvlJc w:val="left"/>
      <w:pPr>
        <w:ind w:left="360" w:hanging="360"/>
      </w:pPr>
      <w:rPr>
        <w:rFonts w:ascii="Cambria" w:hAnsi="Cambria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C20368C"/>
    <w:multiLevelType w:val="hybridMultilevel"/>
    <w:tmpl w:val="486A9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AE5032">
      <w:numFmt w:val="bullet"/>
      <w:lvlText w:val="•"/>
      <w:lvlJc w:val="left"/>
      <w:pPr>
        <w:ind w:left="1440" w:hanging="360"/>
      </w:pPr>
      <w:rPr>
        <w:rFonts w:ascii="Cambria" w:eastAsia="Arial" w:hAnsi="Cambria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9A72FF"/>
    <w:multiLevelType w:val="hybridMultilevel"/>
    <w:tmpl w:val="D1F43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50F2E17"/>
    <w:multiLevelType w:val="hybridMultilevel"/>
    <w:tmpl w:val="21680820"/>
    <w:lvl w:ilvl="0" w:tplc="EDE29536">
      <w:start w:val="1"/>
      <w:numFmt w:val="bullet"/>
      <w:lvlText w:val="—"/>
      <w:lvlJc w:val="left"/>
      <w:pPr>
        <w:ind w:left="36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7200FD9"/>
    <w:multiLevelType w:val="hybridMultilevel"/>
    <w:tmpl w:val="47B44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C3584A"/>
    <w:multiLevelType w:val="hybridMultilevel"/>
    <w:tmpl w:val="8E888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F5365D"/>
    <w:multiLevelType w:val="hybridMultilevel"/>
    <w:tmpl w:val="AA92503C"/>
    <w:lvl w:ilvl="0" w:tplc="EDE29536">
      <w:start w:val="1"/>
      <w:numFmt w:val="bullet"/>
      <w:lvlText w:val="—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6A46F7"/>
    <w:multiLevelType w:val="multilevel"/>
    <w:tmpl w:val="7834D5F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54036577">
    <w:abstractNumId w:val="13"/>
  </w:num>
  <w:num w:numId="2" w16cid:durableId="1461729454">
    <w:abstractNumId w:val="1"/>
  </w:num>
  <w:num w:numId="3" w16cid:durableId="1443842764">
    <w:abstractNumId w:val="2"/>
  </w:num>
  <w:num w:numId="4" w16cid:durableId="969674347">
    <w:abstractNumId w:val="6"/>
  </w:num>
  <w:num w:numId="5" w16cid:durableId="2017078032">
    <w:abstractNumId w:val="11"/>
  </w:num>
  <w:num w:numId="6" w16cid:durableId="1191727002">
    <w:abstractNumId w:val="10"/>
  </w:num>
  <w:num w:numId="7" w16cid:durableId="4029162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55879767">
    <w:abstractNumId w:val="8"/>
  </w:num>
  <w:num w:numId="9" w16cid:durableId="74330194">
    <w:abstractNumId w:val="9"/>
  </w:num>
  <w:num w:numId="10" w16cid:durableId="1536232210">
    <w:abstractNumId w:val="12"/>
  </w:num>
  <w:num w:numId="11" w16cid:durableId="682317173">
    <w:abstractNumId w:val="4"/>
  </w:num>
  <w:num w:numId="12" w16cid:durableId="1047921215">
    <w:abstractNumId w:val="3"/>
  </w:num>
  <w:num w:numId="13" w16cid:durableId="1035354198">
    <w:abstractNumId w:val="7"/>
  </w:num>
  <w:num w:numId="14" w16cid:durableId="1239709160">
    <w:abstractNumId w:val="5"/>
  </w:num>
  <w:num w:numId="15" w16cid:durableId="2074885343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trackRevisions/>
  <w:defaultTabStop w:val="36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2BB2"/>
    <w:rsid w:val="00005DDB"/>
    <w:rsid w:val="00006835"/>
    <w:rsid w:val="000156D3"/>
    <w:rsid w:val="00020F37"/>
    <w:rsid w:val="00027963"/>
    <w:rsid w:val="0003781A"/>
    <w:rsid w:val="000403F2"/>
    <w:rsid w:val="0004172F"/>
    <w:rsid w:val="000451AB"/>
    <w:rsid w:val="00046951"/>
    <w:rsid w:val="0004711B"/>
    <w:rsid w:val="00047914"/>
    <w:rsid w:val="00054667"/>
    <w:rsid w:val="00055DEA"/>
    <w:rsid w:val="00055EF6"/>
    <w:rsid w:val="0006336C"/>
    <w:rsid w:val="00071A79"/>
    <w:rsid w:val="00076F26"/>
    <w:rsid w:val="00084EDF"/>
    <w:rsid w:val="000921FF"/>
    <w:rsid w:val="0009411F"/>
    <w:rsid w:val="00094956"/>
    <w:rsid w:val="00096691"/>
    <w:rsid w:val="000968DA"/>
    <w:rsid w:val="000A0BD8"/>
    <w:rsid w:val="000A0E31"/>
    <w:rsid w:val="000A193F"/>
    <w:rsid w:val="000A1FAC"/>
    <w:rsid w:val="000A2CBF"/>
    <w:rsid w:val="000A3529"/>
    <w:rsid w:val="000A5CEC"/>
    <w:rsid w:val="000B128A"/>
    <w:rsid w:val="000C1F10"/>
    <w:rsid w:val="000C581B"/>
    <w:rsid w:val="000C629F"/>
    <w:rsid w:val="000C78E6"/>
    <w:rsid w:val="000D3CDC"/>
    <w:rsid w:val="000E1069"/>
    <w:rsid w:val="000E75C6"/>
    <w:rsid w:val="000E7DE4"/>
    <w:rsid w:val="000E7E4D"/>
    <w:rsid w:val="000E7F59"/>
    <w:rsid w:val="000F0105"/>
    <w:rsid w:val="000F1BAD"/>
    <w:rsid w:val="000F399C"/>
    <w:rsid w:val="000F645C"/>
    <w:rsid w:val="00101E8A"/>
    <w:rsid w:val="00103FAF"/>
    <w:rsid w:val="00116419"/>
    <w:rsid w:val="001166A4"/>
    <w:rsid w:val="00121280"/>
    <w:rsid w:val="0012133D"/>
    <w:rsid w:val="00122E0D"/>
    <w:rsid w:val="00126552"/>
    <w:rsid w:val="00127FE3"/>
    <w:rsid w:val="00131858"/>
    <w:rsid w:val="00132321"/>
    <w:rsid w:val="00133783"/>
    <w:rsid w:val="001346B8"/>
    <w:rsid w:val="00140316"/>
    <w:rsid w:val="00141951"/>
    <w:rsid w:val="00143984"/>
    <w:rsid w:val="0014427E"/>
    <w:rsid w:val="0015620F"/>
    <w:rsid w:val="00161A22"/>
    <w:rsid w:val="00164E59"/>
    <w:rsid w:val="0017051E"/>
    <w:rsid w:val="001731FF"/>
    <w:rsid w:val="00175897"/>
    <w:rsid w:val="0017662C"/>
    <w:rsid w:val="00176801"/>
    <w:rsid w:val="001831D6"/>
    <w:rsid w:val="0018563E"/>
    <w:rsid w:val="001876A4"/>
    <w:rsid w:val="00190D0C"/>
    <w:rsid w:val="0019246E"/>
    <w:rsid w:val="001943D3"/>
    <w:rsid w:val="0019646F"/>
    <w:rsid w:val="00196997"/>
    <w:rsid w:val="001972B1"/>
    <w:rsid w:val="001A11E4"/>
    <w:rsid w:val="001A5949"/>
    <w:rsid w:val="001A5DCA"/>
    <w:rsid w:val="001C2D8A"/>
    <w:rsid w:val="001C60B8"/>
    <w:rsid w:val="001C7F11"/>
    <w:rsid w:val="001D05AE"/>
    <w:rsid w:val="001D4305"/>
    <w:rsid w:val="001D5C26"/>
    <w:rsid w:val="001D64CA"/>
    <w:rsid w:val="001D752C"/>
    <w:rsid w:val="001E1F5F"/>
    <w:rsid w:val="001E4276"/>
    <w:rsid w:val="001F2185"/>
    <w:rsid w:val="001F3C2D"/>
    <w:rsid w:val="001F4E87"/>
    <w:rsid w:val="001F67BE"/>
    <w:rsid w:val="00201D96"/>
    <w:rsid w:val="00202AB0"/>
    <w:rsid w:val="00203759"/>
    <w:rsid w:val="00205ED2"/>
    <w:rsid w:val="00207776"/>
    <w:rsid w:val="002117B3"/>
    <w:rsid w:val="00212EA8"/>
    <w:rsid w:val="00223A88"/>
    <w:rsid w:val="00223C51"/>
    <w:rsid w:val="002274B2"/>
    <w:rsid w:val="00232E74"/>
    <w:rsid w:val="00240356"/>
    <w:rsid w:val="002430A0"/>
    <w:rsid w:val="00243C51"/>
    <w:rsid w:val="00246729"/>
    <w:rsid w:val="00251A15"/>
    <w:rsid w:val="00253B55"/>
    <w:rsid w:val="00255661"/>
    <w:rsid w:val="00256571"/>
    <w:rsid w:val="00256EC3"/>
    <w:rsid w:val="00257B19"/>
    <w:rsid w:val="00262454"/>
    <w:rsid w:val="00262A4B"/>
    <w:rsid w:val="00263789"/>
    <w:rsid w:val="0026795B"/>
    <w:rsid w:val="00270258"/>
    <w:rsid w:val="00272375"/>
    <w:rsid w:val="00280E69"/>
    <w:rsid w:val="002840B7"/>
    <w:rsid w:val="0028634A"/>
    <w:rsid w:val="00290F57"/>
    <w:rsid w:val="002912FE"/>
    <w:rsid w:val="00291CB2"/>
    <w:rsid w:val="002A06EC"/>
    <w:rsid w:val="002A083A"/>
    <w:rsid w:val="002A1362"/>
    <w:rsid w:val="002A19C0"/>
    <w:rsid w:val="002A2A80"/>
    <w:rsid w:val="002A379B"/>
    <w:rsid w:val="002A507E"/>
    <w:rsid w:val="002A645D"/>
    <w:rsid w:val="002A75C8"/>
    <w:rsid w:val="002B4DDA"/>
    <w:rsid w:val="002B7B1B"/>
    <w:rsid w:val="002C2E6D"/>
    <w:rsid w:val="002C42D5"/>
    <w:rsid w:val="002C5B55"/>
    <w:rsid w:val="002C7C00"/>
    <w:rsid w:val="002D0C9A"/>
    <w:rsid w:val="002D335B"/>
    <w:rsid w:val="002D3986"/>
    <w:rsid w:val="002D71B6"/>
    <w:rsid w:val="002E7EB1"/>
    <w:rsid w:val="002F22FD"/>
    <w:rsid w:val="002F7999"/>
    <w:rsid w:val="00305EFB"/>
    <w:rsid w:val="003101D6"/>
    <w:rsid w:val="00311A1D"/>
    <w:rsid w:val="0031587A"/>
    <w:rsid w:val="00315FE0"/>
    <w:rsid w:val="00317B66"/>
    <w:rsid w:val="003226C8"/>
    <w:rsid w:val="00322E52"/>
    <w:rsid w:val="00333DCC"/>
    <w:rsid w:val="00334484"/>
    <w:rsid w:val="00334DE5"/>
    <w:rsid w:val="00337908"/>
    <w:rsid w:val="00342AF4"/>
    <w:rsid w:val="00344886"/>
    <w:rsid w:val="0034698B"/>
    <w:rsid w:val="00347731"/>
    <w:rsid w:val="003500CD"/>
    <w:rsid w:val="00351B4A"/>
    <w:rsid w:val="00354E21"/>
    <w:rsid w:val="00356818"/>
    <w:rsid w:val="00360792"/>
    <w:rsid w:val="00360F9B"/>
    <w:rsid w:val="00361F4C"/>
    <w:rsid w:val="00362127"/>
    <w:rsid w:val="003621AF"/>
    <w:rsid w:val="00362DDA"/>
    <w:rsid w:val="00365126"/>
    <w:rsid w:val="00366451"/>
    <w:rsid w:val="00367874"/>
    <w:rsid w:val="00371FB7"/>
    <w:rsid w:val="003721FD"/>
    <w:rsid w:val="00374B2E"/>
    <w:rsid w:val="00380543"/>
    <w:rsid w:val="00382801"/>
    <w:rsid w:val="0038289D"/>
    <w:rsid w:val="00385C5D"/>
    <w:rsid w:val="003908A7"/>
    <w:rsid w:val="00392397"/>
    <w:rsid w:val="003A7BAF"/>
    <w:rsid w:val="003B0FC6"/>
    <w:rsid w:val="003B6FDF"/>
    <w:rsid w:val="003C1F19"/>
    <w:rsid w:val="003C26EA"/>
    <w:rsid w:val="003C652E"/>
    <w:rsid w:val="003C68C1"/>
    <w:rsid w:val="003C70C4"/>
    <w:rsid w:val="003D0536"/>
    <w:rsid w:val="003D16CB"/>
    <w:rsid w:val="003D2D90"/>
    <w:rsid w:val="003E17CE"/>
    <w:rsid w:val="003E3623"/>
    <w:rsid w:val="003F7EF1"/>
    <w:rsid w:val="00400F6B"/>
    <w:rsid w:val="00405B23"/>
    <w:rsid w:val="004064EA"/>
    <w:rsid w:val="00406B8F"/>
    <w:rsid w:val="00412469"/>
    <w:rsid w:val="004128C9"/>
    <w:rsid w:val="00413B56"/>
    <w:rsid w:val="0042444D"/>
    <w:rsid w:val="00425C13"/>
    <w:rsid w:val="004277D2"/>
    <w:rsid w:val="0043430C"/>
    <w:rsid w:val="00435BEA"/>
    <w:rsid w:val="00445465"/>
    <w:rsid w:val="00451EE5"/>
    <w:rsid w:val="004544E1"/>
    <w:rsid w:val="00454A28"/>
    <w:rsid w:val="00463D77"/>
    <w:rsid w:val="00464F78"/>
    <w:rsid w:val="004671AF"/>
    <w:rsid w:val="004745B9"/>
    <w:rsid w:val="00474642"/>
    <w:rsid w:val="00477E4C"/>
    <w:rsid w:val="00482626"/>
    <w:rsid w:val="00486D69"/>
    <w:rsid w:val="004911AA"/>
    <w:rsid w:val="004921C0"/>
    <w:rsid w:val="004930E8"/>
    <w:rsid w:val="00495F59"/>
    <w:rsid w:val="004A6637"/>
    <w:rsid w:val="004A6E84"/>
    <w:rsid w:val="004A7764"/>
    <w:rsid w:val="004B02AF"/>
    <w:rsid w:val="004B1F5E"/>
    <w:rsid w:val="004B7930"/>
    <w:rsid w:val="004C1854"/>
    <w:rsid w:val="004C54C1"/>
    <w:rsid w:val="004C5A87"/>
    <w:rsid w:val="004D0EA8"/>
    <w:rsid w:val="004D2805"/>
    <w:rsid w:val="004D6A7B"/>
    <w:rsid w:val="004D74A6"/>
    <w:rsid w:val="004D75F8"/>
    <w:rsid w:val="004E45B6"/>
    <w:rsid w:val="004E4982"/>
    <w:rsid w:val="004E6830"/>
    <w:rsid w:val="004E7A3E"/>
    <w:rsid w:val="004F32DB"/>
    <w:rsid w:val="004F342E"/>
    <w:rsid w:val="004F48D9"/>
    <w:rsid w:val="004F4E5D"/>
    <w:rsid w:val="004F5195"/>
    <w:rsid w:val="004F5473"/>
    <w:rsid w:val="00503BA5"/>
    <w:rsid w:val="0050432E"/>
    <w:rsid w:val="00510E4B"/>
    <w:rsid w:val="0051676C"/>
    <w:rsid w:val="00521595"/>
    <w:rsid w:val="0052309E"/>
    <w:rsid w:val="00527BC3"/>
    <w:rsid w:val="00527D80"/>
    <w:rsid w:val="00535FFF"/>
    <w:rsid w:val="0054168A"/>
    <w:rsid w:val="00544011"/>
    <w:rsid w:val="0055190B"/>
    <w:rsid w:val="00555D6F"/>
    <w:rsid w:val="0055758F"/>
    <w:rsid w:val="005612C2"/>
    <w:rsid w:val="00563000"/>
    <w:rsid w:val="00566200"/>
    <w:rsid w:val="00570497"/>
    <w:rsid w:val="005719ED"/>
    <w:rsid w:val="005723B8"/>
    <w:rsid w:val="00572461"/>
    <w:rsid w:val="00573AB6"/>
    <w:rsid w:val="00575CDA"/>
    <w:rsid w:val="00582C76"/>
    <w:rsid w:val="00587072"/>
    <w:rsid w:val="00587BB1"/>
    <w:rsid w:val="00592408"/>
    <w:rsid w:val="00594971"/>
    <w:rsid w:val="0059598A"/>
    <w:rsid w:val="005A10FF"/>
    <w:rsid w:val="005A17DB"/>
    <w:rsid w:val="005A46AC"/>
    <w:rsid w:val="005A6B1F"/>
    <w:rsid w:val="005A79DB"/>
    <w:rsid w:val="005B2170"/>
    <w:rsid w:val="005B3723"/>
    <w:rsid w:val="005C2A51"/>
    <w:rsid w:val="005C7DDA"/>
    <w:rsid w:val="005D06DF"/>
    <w:rsid w:val="005D0C5F"/>
    <w:rsid w:val="005D0CF7"/>
    <w:rsid w:val="005D3376"/>
    <w:rsid w:val="005D4DBE"/>
    <w:rsid w:val="005D5E9A"/>
    <w:rsid w:val="005E18E2"/>
    <w:rsid w:val="005E294C"/>
    <w:rsid w:val="005E5F68"/>
    <w:rsid w:val="005E6B28"/>
    <w:rsid w:val="005E7103"/>
    <w:rsid w:val="005F199F"/>
    <w:rsid w:val="005F2E68"/>
    <w:rsid w:val="005F3966"/>
    <w:rsid w:val="005F49B7"/>
    <w:rsid w:val="005F59D6"/>
    <w:rsid w:val="005F681D"/>
    <w:rsid w:val="005F72C1"/>
    <w:rsid w:val="00601603"/>
    <w:rsid w:val="00601EF6"/>
    <w:rsid w:val="00603B4F"/>
    <w:rsid w:val="00604949"/>
    <w:rsid w:val="0061024F"/>
    <w:rsid w:val="006144E6"/>
    <w:rsid w:val="00620B7C"/>
    <w:rsid w:val="006243CA"/>
    <w:rsid w:val="006244D2"/>
    <w:rsid w:val="006253F2"/>
    <w:rsid w:val="0063127E"/>
    <w:rsid w:val="00636C7F"/>
    <w:rsid w:val="00636FD5"/>
    <w:rsid w:val="00637E86"/>
    <w:rsid w:val="00641537"/>
    <w:rsid w:val="00641BD0"/>
    <w:rsid w:val="00641ECD"/>
    <w:rsid w:val="00643D27"/>
    <w:rsid w:val="0064720B"/>
    <w:rsid w:val="0065226E"/>
    <w:rsid w:val="00660525"/>
    <w:rsid w:val="00660987"/>
    <w:rsid w:val="006618AA"/>
    <w:rsid w:val="00667206"/>
    <w:rsid w:val="00671A2D"/>
    <w:rsid w:val="00671C2E"/>
    <w:rsid w:val="00672129"/>
    <w:rsid w:val="006723E9"/>
    <w:rsid w:val="00675F77"/>
    <w:rsid w:val="00684254"/>
    <w:rsid w:val="00691123"/>
    <w:rsid w:val="006923A8"/>
    <w:rsid w:val="00692CA4"/>
    <w:rsid w:val="0069527F"/>
    <w:rsid w:val="0069567E"/>
    <w:rsid w:val="00695A70"/>
    <w:rsid w:val="00696051"/>
    <w:rsid w:val="006A0985"/>
    <w:rsid w:val="006B0DC4"/>
    <w:rsid w:val="006B3B41"/>
    <w:rsid w:val="006B6D97"/>
    <w:rsid w:val="006B769C"/>
    <w:rsid w:val="006C1B1E"/>
    <w:rsid w:val="006D2D2A"/>
    <w:rsid w:val="006D61CC"/>
    <w:rsid w:val="006E2D28"/>
    <w:rsid w:val="006E35A6"/>
    <w:rsid w:val="006E4D7D"/>
    <w:rsid w:val="006E4D98"/>
    <w:rsid w:val="006E5372"/>
    <w:rsid w:val="006F1561"/>
    <w:rsid w:val="006F29F2"/>
    <w:rsid w:val="006F3CAC"/>
    <w:rsid w:val="006F5FB7"/>
    <w:rsid w:val="006F6B62"/>
    <w:rsid w:val="007030C9"/>
    <w:rsid w:val="00704800"/>
    <w:rsid w:val="00706D75"/>
    <w:rsid w:val="007121F5"/>
    <w:rsid w:val="00715B8E"/>
    <w:rsid w:val="00716778"/>
    <w:rsid w:val="00730671"/>
    <w:rsid w:val="00730691"/>
    <w:rsid w:val="00733826"/>
    <w:rsid w:val="00734EE0"/>
    <w:rsid w:val="00736196"/>
    <w:rsid w:val="0074164E"/>
    <w:rsid w:val="00743224"/>
    <w:rsid w:val="007444C3"/>
    <w:rsid w:val="00746218"/>
    <w:rsid w:val="0075425A"/>
    <w:rsid w:val="00761E27"/>
    <w:rsid w:val="00762447"/>
    <w:rsid w:val="007643BA"/>
    <w:rsid w:val="00764E23"/>
    <w:rsid w:val="007659F6"/>
    <w:rsid w:val="007715A4"/>
    <w:rsid w:val="00772CF6"/>
    <w:rsid w:val="0077374A"/>
    <w:rsid w:val="0078296C"/>
    <w:rsid w:val="00785E0D"/>
    <w:rsid w:val="00791063"/>
    <w:rsid w:val="00794404"/>
    <w:rsid w:val="00794739"/>
    <w:rsid w:val="00794F2B"/>
    <w:rsid w:val="00795E9D"/>
    <w:rsid w:val="007A20A6"/>
    <w:rsid w:val="007B00FF"/>
    <w:rsid w:val="007B7406"/>
    <w:rsid w:val="007C5F21"/>
    <w:rsid w:val="007D1D89"/>
    <w:rsid w:val="007D6F48"/>
    <w:rsid w:val="007D7A23"/>
    <w:rsid w:val="007E2FB3"/>
    <w:rsid w:val="007E70A2"/>
    <w:rsid w:val="007E7398"/>
    <w:rsid w:val="007F001C"/>
    <w:rsid w:val="007F543C"/>
    <w:rsid w:val="008004D0"/>
    <w:rsid w:val="008005D5"/>
    <w:rsid w:val="00800CB0"/>
    <w:rsid w:val="00800D6C"/>
    <w:rsid w:val="00810704"/>
    <w:rsid w:val="00815EEE"/>
    <w:rsid w:val="00833EE3"/>
    <w:rsid w:val="008342DA"/>
    <w:rsid w:val="00837887"/>
    <w:rsid w:val="00845487"/>
    <w:rsid w:val="008455BE"/>
    <w:rsid w:val="00846EC1"/>
    <w:rsid w:val="008501D6"/>
    <w:rsid w:val="00851D6E"/>
    <w:rsid w:val="008530E8"/>
    <w:rsid w:val="00853339"/>
    <w:rsid w:val="0085670D"/>
    <w:rsid w:val="0086092C"/>
    <w:rsid w:val="00863062"/>
    <w:rsid w:val="00863D9F"/>
    <w:rsid w:val="0086678F"/>
    <w:rsid w:val="00867A22"/>
    <w:rsid w:val="00867D6C"/>
    <w:rsid w:val="00874035"/>
    <w:rsid w:val="00874D90"/>
    <w:rsid w:val="008870C0"/>
    <w:rsid w:val="008935E8"/>
    <w:rsid w:val="00897EF2"/>
    <w:rsid w:val="008A0090"/>
    <w:rsid w:val="008A1C17"/>
    <w:rsid w:val="008A2273"/>
    <w:rsid w:val="008B7437"/>
    <w:rsid w:val="008D06F1"/>
    <w:rsid w:val="008D415E"/>
    <w:rsid w:val="008D7006"/>
    <w:rsid w:val="008D763E"/>
    <w:rsid w:val="008E016A"/>
    <w:rsid w:val="008E305F"/>
    <w:rsid w:val="008E7795"/>
    <w:rsid w:val="008F50D4"/>
    <w:rsid w:val="008F5F17"/>
    <w:rsid w:val="008F5FA4"/>
    <w:rsid w:val="00904E3D"/>
    <w:rsid w:val="00906402"/>
    <w:rsid w:val="00912530"/>
    <w:rsid w:val="009134AD"/>
    <w:rsid w:val="009158E0"/>
    <w:rsid w:val="00921C00"/>
    <w:rsid w:val="00921D14"/>
    <w:rsid w:val="0092202D"/>
    <w:rsid w:val="00922A39"/>
    <w:rsid w:val="00927F54"/>
    <w:rsid w:val="00930089"/>
    <w:rsid w:val="00933098"/>
    <w:rsid w:val="009404DB"/>
    <w:rsid w:val="00941CEE"/>
    <w:rsid w:val="009457E2"/>
    <w:rsid w:val="00945C40"/>
    <w:rsid w:val="00946AAA"/>
    <w:rsid w:val="00947A5E"/>
    <w:rsid w:val="00952C22"/>
    <w:rsid w:val="00954B0D"/>
    <w:rsid w:val="00954B91"/>
    <w:rsid w:val="00954BD6"/>
    <w:rsid w:val="00961D61"/>
    <w:rsid w:val="009636E0"/>
    <w:rsid w:val="00963B29"/>
    <w:rsid w:val="009648B1"/>
    <w:rsid w:val="00965495"/>
    <w:rsid w:val="009765D7"/>
    <w:rsid w:val="00980E7B"/>
    <w:rsid w:val="00990C0E"/>
    <w:rsid w:val="00992EBF"/>
    <w:rsid w:val="0099450C"/>
    <w:rsid w:val="009A6BB1"/>
    <w:rsid w:val="009B09C2"/>
    <w:rsid w:val="009B52F7"/>
    <w:rsid w:val="009B5913"/>
    <w:rsid w:val="009C23CD"/>
    <w:rsid w:val="009C308F"/>
    <w:rsid w:val="009C5AAC"/>
    <w:rsid w:val="009C630B"/>
    <w:rsid w:val="009D3CAB"/>
    <w:rsid w:val="009D4956"/>
    <w:rsid w:val="009D5D9F"/>
    <w:rsid w:val="009E4302"/>
    <w:rsid w:val="009E65AC"/>
    <w:rsid w:val="009E6BCA"/>
    <w:rsid w:val="009E784A"/>
    <w:rsid w:val="009F2518"/>
    <w:rsid w:val="009F2E43"/>
    <w:rsid w:val="00A019C2"/>
    <w:rsid w:val="00A04E52"/>
    <w:rsid w:val="00A1200A"/>
    <w:rsid w:val="00A13EE4"/>
    <w:rsid w:val="00A167C4"/>
    <w:rsid w:val="00A20293"/>
    <w:rsid w:val="00A218EC"/>
    <w:rsid w:val="00A24069"/>
    <w:rsid w:val="00A25EB6"/>
    <w:rsid w:val="00A2613C"/>
    <w:rsid w:val="00A36BE3"/>
    <w:rsid w:val="00A43A0A"/>
    <w:rsid w:val="00A44411"/>
    <w:rsid w:val="00A46EB7"/>
    <w:rsid w:val="00A51155"/>
    <w:rsid w:val="00A53F0B"/>
    <w:rsid w:val="00A548E7"/>
    <w:rsid w:val="00A62F5C"/>
    <w:rsid w:val="00A74077"/>
    <w:rsid w:val="00A74C5F"/>
    <w:rsid w:val="00A74DC7"/>
    <w:rsid w:val="00A804A0"/>
    <w:rsid w:val="00A80C49"/>
    <w:rsid w:val="00A826C0"/>
    <w:rsid w:val="00A851FA"/>
    <w:rsid w:val="00A86D4E"/>
    <w:rsid w:val="00A91679"/>
    <w:rsid w:val="00A91F25"/>
    <w:rsid w:val="00AA05B3"/>
    <w:rsid w:val="00AA3ACE"/>
    <w:rsid w:val="00AA6AB1"/>
    <w:rsid w:val="00AB357A"/>
    <w:rsid w:val="00AC193A"/>
    <w:rsid w:val="00AC64A7"/>
    <w:rsid w:val="00AD07A8"/>
    <w:rsid w:val="00AD0958"/>
    <w:rsid w:val="00AD131D"/>
    <w:rsid w:val="00AD78EA"/>
    <w:rsid w:val="00AE0D4F"/>
    <w:rsid w:val="00AE29CF"/>
    <w:rsid w:val="00AF2C99"/>
    <w:rsid w:val="00AF5D84"/>
    <w:rsid w:val="00AF7DFE"/>
    <w:rsid w:val="00B04675"/>
    <w:rsid w:val="00B0737C"/>
    <w:rsid w:val="00B07B6D"/>
    <w:rsid w:val="00B10F02"/>
    <w:rsid w:val="00B12960"/>
    <w:rsid w:val="00B165BE"/>
    <w:rsid w:val="00B23D19"/>
    <w:rsid w:val="00B24CCE"/>
    <w:rsid w:val="00B30E27"/>
    <w:rsid w:val="00B33625"/>
    <w:rsid w:val="00B45035"/>
    <w:rsid w:val="00B474B2"/>
    <w:rsid w:val="00B50982"/>
    <w:rsid w:val="00B5113C"/>
    <w:rsid w:val="00B51D1D"/>
    <w:rsid w:val="00B521C0"/>
    <w:rsid w:val="00B544BF"/>
    <w:rsid w:val="00B5494C"/>
    <w:rsid w:val="00B56EBE"/>
    <w:rsid w:val="00B57712"/>
    <w:rsid w:val="00B608A1"/>
    <w:rsid w:val="00B6322F"/>
    <w:rsid w:val="00B658AC"/>
    <w:rsid w:val="00B67B8D"/>
    <w:rsid w:val="00B7245C"/>
    <w:rsid w:val="00B7792A"/>
    <w:rsid w:val="00B828E6"/>
    <w:rsid w:val="00B91C72"/>
    <w:rsid w:val="00B960D1"/>
    <w:rsid w:val="00B97926"/>
    <w:rsid w:val="00BA475D"/>
    <w:rsid w:val="00BA4AA3"/>
    <w:rsid w:val="00BA5862"/>
    <w:rsid w:val="00BA7A06"/>
    <w:rsid w:val="00BB46B9"/>
    <w:rsid w:val="00BB474B"/>
    <w:rsid w:val="00BC03EE"/>
    <w:rsid w:val="00BC052C"/>
    <w:rsid w:val="00BC0AA8"/>
    <w:rsid w:val="00BC2350"/>
    <w:rsid w:val="00BC3C8F"/>
    <w:rsid w:val="00BC3F33"/>
    <w:rsid w:val="00BC6702"/>
    <w:rsid w:val="00BC683C"/>
    <w:rsid w:val="00BD1985"/>
    <w:rsid w:val="00BE3505"/>
    <w:rsid w:val="00BE3711"/>
    <w:rsid w:val="00BE3C49"/>
    <w:rsid w:val="00BE3F6B"/>
    <w:rsid w:val="00BE7BD8"/>
    <w:rsid w:val="00BF1161"/>
    <w:rsid w:val="00BF1D7B"/>
    <w:rsid w:val="00BF7B60"/>
    <w:rsid w:val="00C07039"/>
    <w:rsid w:val="00C07162"/>
    <w:rsid w:val="00C14424"/>
    <w:rsid w:val="00C2011F"/>
    <w:rsid w:val="00C21634"/>
    <w:rsid w:val="00C21D04"/>
    <w:rsid w:val="00C21FD6"/>
    <w:rsid w:val="00C22CAF"/>
    <w:rsid w:val="00C23BCB"/>
    <w:rsid w:val="00C31280"/>
    <w:rsid w:val="00C3419E"/>
    <w:rsid w:val="00C375DF"/>
    <w:rsid w:val="00C42858"/>
    <w:rsid w:val="00C46754"/>
    <w:rsid w:val="00C5326A"/>
    <w:rsid w:val="00C57929"/>
    <w:rsid w:val="00C63386"/>
    <w:rsid w:val="00C6615D"/>
    <w:rsid w:val="00C66EBF"/>
    <w:rsid w:val="00C716D2"/>
    <w:rsid w:val="00C7196C"/>
    <w:rsid w:val="00C75718"/>
    <w:rsid w:val="00C80157"/>
    <w:rsid w:val="00C82205"/>
    <w:rsid w:val="00C83C3A"/>
    <w:rsid w:val="00C940A6"/>
    <w:rsid w:val="00C96136"/>
    <w:rsid w:val="00C975DD"/>
    <w:rsid w:val="00CA22EB"/>
    <w:rsid w:val="00CA4354"/>
    <w:rsid w:val="00CA4C9B"/>
    <w:rsid w:val="00CA6307"/>
    <w:rsid w:val="00CA77CD"/>
    <w:rsid w:val="00CB1A2A"/>
    <w:rsid w:val="00CB64C6"/>
    <w:rsid w:val="00CB798F"/>
    <w:rsid w:val="00CC220B"/>
    <w:rsid w:val="00CC2677"/>
    <w:rsid w:val="00CC2C87"/>
    <w:rsid w:val="00CC34D8"/>
    <w:rsid w:val="00CC4877"/>
    <w:rsid w:val="00CC53D5"/>
    <w:rsid w:val="00CC56E3"/>
    <w:rsid w:val="00CC67D9"/>
    <w:rsid w:val="00CC6B4C"/>
    <w:rsid w:val="00CD2AC5"/>
    <w:rsid w:val="00CD2CC9"/>
    <w:rsid w:val="00CD36BE"/>
    <w:rsid w:val="00CD6B5E"/>
    <w:rsid w:val="00CE1612"/>
    <w:rsid w:val="00CE1722"/>
    <w:rsid w:val="00CE7270"/>
    <w:rsid w:val="00CF1629"/>
    <w:rsid w:val="00CF1791"/>
    <w:rsid w:val="00CF4D92"/>
    <w:rsid w:val="00CF546B"/>
    <w:rsid w:val="00CF5F15"/>
    <w:rsid w:val="00D02C39"/>
    <w:rsid w:val="00D0385A"/>
    <w:rsid w:val="00D0647A"/>
    <w:rsid w:val="00D10B53"/>
    <w:rsid w:val="00D1424E"/>
    <w:rsid w:val="00D16F41"/>
    <w:rsid w:val="00D17892"/>
    <w:rsid w:val="00D207DB"/>
    <w:rsid w:val="00D23E7E"/>
    <w:rsid w:val="00D256C3"/>
    <w:rsid w:val="00D2600D"/>
    <w:rsid w:val="00D260AD"/>
    <w:rsid w:val="00D26898"/>
    <w:rsid w:val="00D3245D"/>
    <w:rsid w:val="00D32B71"/>
    <w:rsid w:val="00D339AC"/>
    <w:rsid w:val="00D34394"/>
    <w:rsid w:val="00D41140"/>
    <w:rsid w:val="00D43BD1"/>
    <w:rsid w:val="00D4426E"/>
    <w:rsid w:val="00D46611"/>
    <w:rsid w:val="00D50840"/>
    <w:rsid w:val="00D50DA4"/>
    <w:rsid w:val="00D5192B"/>
    <w:rsid w:val="00D52558"/>
    <w:rsid w:val="00D53ED0"/>
    <w:rsid w:val="00D5410A"/>
    <w:rsid w:val="00D551E6"/>
    <w:rsid w:val="00D5679C"/>
    <w:rsid w:val="00D63CB9"/>
    <w:rsid w:val="00D709E9"/>
    <w:rsid w:val="00D70A54"/>
    <w:rsid w:val="00D70D44"/>
    <w:rsid w:val="00D710BA"/>
    <w:rsid w:val="00D771D2"/>
    <w:rsid w:val="00D916D6"/>
    <w:rsid w:val="00D91B4F"/>
    <w:rsid w:val="00D96B85"/>
    <w:rsid w:val="00DA27CD"/>
    <w:rsid w:val="00DA4DCE"/>
    <w:rsid w:val="00DB0EB4"/>
    <w:rsid w:val="00DB2681"/>
    <w:rsid w:val="00DB28A3"/>
    <w:rsid w:val="00DB641C"/>
    <w:rsid w:val="00DB6CDE"/>
    <w:rsid w:val="00DC2E4C"/>
    <w:rsid w:val="00DD1665"/>
    <w:rsid w:val="00DE40DF"/>
    <w:rsid w:val="00DE4700"/>
    <w:rsid w:val="00DF345F"/>
    <w:rsid w:val="00E0141F"/>
    <w:rsid w:val="00E020C9"/>
    <w:rsid w:val="00E06B43"/>
    <w:rsid w:val="00E07105"/>
    <w:rsid w:val="00E07EBE"/>
    <w:rsid w:val="00E11FE8"/>
    <w:rsid w:val="00E1236C"/>
    <w:rsid w:val="00E158F0"/>
    <w:rsid w:val="00E17998"/>
    <w:rsid w:val="00E235B2"/>
    <w:rsid w:val="00E23973"/>
    <w:rsid w:val="00E2570C"/>
    <w:rsid w:val="00E26E35"/>
    <w:rsid w:val="00E2775F"/>
    <w:rsid w:val="00E307E0"/>
    <w:rsid w:val="00E3215E"/>
    <w:rsid w:val="00E422CB"/>
    <w:rsid w:val="00E43309"/>
    <w:rsid w:val="00E44D9E"/>
    <w:rsid w:val="00E46855"/>
    <w:rsid w:val="00E47388"/>
    <w:rsid w:val="00E47900"/>
    <w:rsid w:val="00E5044A"/>
    <w:rsid w:val="00E5259A"/>
    <w:rsid w:val="00E54D5E"/>
    <w:rsid w:val="00E565AB"/>
    <w:rsid w:val="00E63169"/>
    <w:rsid w:val="00E669C8"/>
    <w:rsid w:val="00E67497"/>
    <w:rsid w:val="00E711E0"/>
    <w:rsid w:val="00E718F3"/>
    <w:rsid w:val="00E74977"/>
    <w:rsid w:val="00E7755E"/>
    <w:rsid w:val="00E8043E"/>
    <w:rsid w:val="00E82C21"/>
    <w:rsid w:val="00E843CE"/>
    <w:rsid w:val="00E8472E"/>
    <w:rsid w:val="00E847FA"/>
    <w:rsid w:val="00E84C7C"/>
    <w:rsid w:val="00E85AF3"/>
    <w:rsid w:val="00E929B3"/>
    <w:rsid w:val="00E93951"/>
    <w:rsid w:val="00E9507F"/>
    <w:rsid w:val="00E962DB"/>
    <w:rsid w:val="00E965CC"/>
    <w:rsid w:val="00EA058F"/>
    <w:rsid w:val="00EA06B5"/>
    <w:rsid w:val="00EA37AC"/>
    <w:rsid w:val="00EA5947"/>
    <w:rsid w:val="00EA7203"/>
    <w:rsid w:val="00EB36C8"/>
    <w:rsid w:val="00EB545B"/>
    <w:rsid w:val="00EB6241"/>
    <w:rsid w:val="00EC0CFA"/>
    <w:rsid w:val="00EC1884"/>
    <w:rsid w:val="00ED1139"/>
    <w:rsid w:val="00ED3117"/>
    <w:rsid w:val="00ED54AD"/>
    <w:rsid w:val="00ED7BA4"/>
    <w:rsid w:val="00EF0324"/>
    <w:rsid w:val="00EF2400"/>
    <w:rsid w:val="00EF2511"/>
    <w:rsid w:val="00EF2D59"/>
    <w:rsid w:val="00F01082"/>
    <w:rsid w:val="00F0162D"/>
    <w:rsid w:val="00F03F9B"/>
    <w:rsid w:val="00F0527F"/>
    <w:rsid w:val="00F061E3"/>
    <w:rsid w:val="00F10385"/>
    <w:rsid w:val="00F20C29"/>
    <w:rsid w:val="00F22027"/>
    <w:rsid w:val="00F25629"/>
    <w:rsid w:val="00F410FE"/>
    <w:rsid w:val="00F419DA"/>
    <w:rsid w:val="00F425E7"/>
    <w:rsid w:val="00F47833"/>
    <w:rsid w:val="00F47E6E"/>
    <w:rsid w:val="00F47EAF"/>
    <w:rsid w:val="00F50B0D"/>
    <w:rsid w:val="00F52559"/>
    <w:rsid w:val="00F54890"/>
    <w:rsid w:val="00F5649F"/>
    <w:rsid w:val="00F56763"/>
    <w:rsid w:val="00F573FA"/>
    <w:rsid w:val="00F602CB"/>
    <w:rsid w:val="00F62D82"/>
    <w:rsid w:val="00F6436C"/>
    <w:rsid w:val="00F64C2C"/>
    <w:rsid w:val="00F66F21"/>
    <w:rsid w:val="00F6705D"/>
    <w:rsid w:val="00F7280F"/>
    <w:rsid w:val="00F73309"/>
    <w:rsid w:val="00F746D1"/>
    <w:rsid w:val="00F84658"/>
    <w:rsid w:val="00F867C7"/>
    <w:rsid w:val="00F9001A"/>
    <w:rsid w:val="00F90AF2"/>
    <w:rsid w:val="00F93FE5"/>
    <w:rsid w:val="00FA2A2C"/>
    <w:rsid w:val="00FB58A2"/>
    <w:rsid w:val="00FC02C0"/>
    <w:rsid w:val="00FC072A"/>
    <w:rsid w:val="00FC099E"/>
    <w:rsid w:val="00FC2443"/>
    <w:rsid w:val="00FC28D9"/>
    <w:rsid w:val="00FC52C7"/>
    <w:rsid w:val="00FC7A83"/>
    <w:rsid w:val="00FD37F3"/>
    <w:rsid w:val="00FD6B2A"/>
    <w:rsid w:val="00FE0011"/>
    <w:rsid w:val="00FE31F8"/>
    <w:rsid w:val="00FE6077"/>
    <w:rsid w:val="00FE644A"/>
    <w:rsid w:val="00FE6F74"/>
    <w:rsid w:val="00FF119D"/>
    <w:rsid w:val="00FF2653"/>
    <w:rsid w:val="00FF4597"/>
    <w:rsid w:val="08D7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E524F179-C954-4F5B-A538-64D14ECB0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next w:val="BodyText"/>
    <w:link w:val="Heading1Char"/>
    <w:qFormat/>
    <w:rsid w:val="00A04E52"/>
    <w:pPr>
      <w:numPr>
        <w:numId w:val="1"/>
      </w:numPr>
      <w:spacing w:before="480" w:after="240"/>
      <w:outlineLvl w:val="0"/>
    </w:pPr>
    <w:rPr>
      <w:rFonts w:ascii="Cambria" w:hAnsi="Cambria"/>
      <w:b/>
      <w:bCs/>
      <w:sz w:val="28"/>
      <w:szCs w:val="24"/>
    </w:rPr>
  </w:style>
  <w:style w:type="paragraph" w:styleId="Heading2">
    <w:name w:val="heading 2"/>
    <w:basedOn w:val="Normal"/>
    <w:next w:val="BodyText"/>
    <w:link w:val="Heading2Char"/>
    <w:unhideWhenUsed/>
    <w:qFormat/>
    <w:rsid w:val="00454A28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61E27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qFormat/>
    <w:rsid w:val="005B2170"/>
    <w:pPr>
      <w:keepLines w:val="0"/>
      <w:widowControl/>
      <w:tabs>
        <w:tab w:val="left" w:pos="940"/>
        <w:tab w:val="left" w:pos="1140"/>
        <w:tab w:val="left" w:pos="1360"/>
        <w:tab w:val="num" w:pos="3080"/>
      </w:tabs>
      <w:suppressAutoHyphens/>
      <w:autoSpaceDE/>
      <w:autoSpaceDN/>
      <w:spacing w:before="60" w:after="240" w:line="230" w:lineRule="exact"/>
      <w:outlineLvl w:val="3"/>
    </w:pPr>
    <w:rPr>
      <w:rFonts w:ascii="Cambria" w:eastAsia="MS Mincho" w:hAnsi="Cambria" w:cs="Times New Roman"/>
      <w:b w:val="0"/>
      <w:sz w:val="20"/>
      <w:szCs w:val="20"/>
      <w:lang w:val="de-DE" w:eastAsia="ja-JP"/>
    </w:rPr>
  </w:style>
  <w:style w:type="paragraph" w:styleId="Heading5">
    <w:name w:val="heading 5"/>
    <w:basedOn w:val="Heading4"/>
    <w:next w:val="Normal"/>
    <w:link w:val="Heading5Char"/>
    <w:qFormat/>
    <w:rsid w:val="005B2170"/>
    <w:pPr>
      <w:tabs>
        <w:tab w:val="clear" w:pos="1140"/>
        <w:tab w:val="clear" w:pos="1360"/>
      </w:tabs>
      <w:ind w:left="2000"/>
      <w:outlineLvl w:val="4"/>
    </w:pPr>
    <w:rPr>
      <w:sz w:val="22"/>
    </w:rPr>
  </w:style>
  <w:style w:type="paragraph" w:styleId="Heading6">
    <w:name w:val="heading 6"/>
    <w:aliases w:val="h6,H6,H61,Titre 6,TOC header,Bullet list,sub-dash,sd,5,Appendix,T1"/>
    <w:basedOn w:val="Heading5"/>
    <w:next w:val="Normal"/>
    <w:link w:val="Heading6Char"/>
    <w:uiPriority w:val="9"/>
    <w:qFormat/>
    <w:rsid w:val="005B2170"/>
    <w:pPr>
      <w:tabs>
        <w:tab w:val="clear" w:pos="940"/>
        <w:tab w:val="clear" w:pos="3080"/>
        <w:tab w:val="num" w:pos="3440"/>
      </w:tabs>
      <w:outlineLvl w:val="5"/>
    </w:pPr>
  </w:style>
  <w:style w:type="paragraph" w:styleId="Heading7">
    <w:name w:val="heading 7"/>
    <w:aliases w:val="Bulleted list,L7"/>
    <w:basedOn w:val="Heading6"/>
    <w:next w:val="Normal"/>
    <w:link w:val="Heading7Char"/>
    <w:uiPriority w:val="9"/>
    <w:qFormat/>
    <w:rsid w:val="005B2170"/>
    <w:pPr>
      <w:outlineLvl w:val="6"/>
    </w:pPr>
    <w:rPr>
      <w:b/>
      <w:sz w:val="20"/>
    </w:rPr>
  </w:style>
  <w:style w:type="paragraph" w:styleId="Heading8">
    <w:name w:val="heading 8"/>
    <w:aliases w:val="Legal Level 1.1.1.,Center Bold"/>
    <w:basedOn w:val="Heading6"/>
    <w:next w:val="Normal"/>
    <w:link w:val="Heading8Char"/>
    <w:uiPriority w:val="9"/>
    <w:qFormat/>
    <w:rsid w:val="005B2170"/>
    <w:pPr>
      <w:tabs>
        <w:tab w:val="clear" w:pos="3440"/>
        <w:tab w:val="num" w:pos="3800"/>
      </w:tabs>
      <w:outlineLvl w:val="7"/>
    </w:pPr>
    <w:rPr>
      <w:b/>
      <w:sz w:val="20"/>
    </w:rPr>
  </w:style>
  <w:style w:type="paragraph" w:styleId="Heading9">
    <w:name w:val="heading 9"/>
    <w:aliases w:val="Figure Heading,FH,Titre 10"/>
    <w:basedOn w:val="Heading6"/>
    <w:next w:val="Normal"/>
    <w:link w:val="Heading9Char"/>
    <w:uiPriority w:val="9"/>
    <w:qFormat/>
    <w:rsid w:val="005B2170"/>
    <w:pPr>
      <w:tabs>
        <w:tab w:val="clear" w:pos="3440"/>
        <w:tab w:val="num" w:pos="3800"/>
      </w:tabs>
      <w:outlineLvl w:val="8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ell">
    <w:name w:val="Table Cell"/>
    <w:basedOn w:val="Normal"/>
    <w:qFormat/>
    <w:rsid w:val="0003781A"/>
    <w:pPr>
      <w:widowControl/>
      <w:autoSpaceDE/>
      <w:autoSpaceDN/>
    </w:pPr>
    <w:rPr>
      <w:rFonts w:ascii="Cambria" w:hAnsi="Cambria"/>
    </w:rPr>
  </w:style>
  <w:style w:type="paragraph" w:styleId="BodyText">
    <w:name w:val="Body Text"/>
    <w:basedOn w:val="Normal"/>
    <w:link w:val="BodyTextChar"/>
    <w:uiPriority w:val="99"/>
    <w:qFormat/>
    <w:rsid w:val="00454A28"/>
    <w:pPr>
      <w:spacing w:before="120" w:after="120"/>
      <w:jc w:val="both"/>
    </w:pPr>
    <w:rPr>
      <w:rFonts w:ascii="Cambria" w:hAnsi="Cambria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rsid w:val="00761E27"/>
    <w:rPr>
      <w:rFonts w:ascii="Cambria" w:hAnsi="Cambria"/>
    </w:rPr>
  </w:style>
  <w:style w:type="paragraph" w:customStyle="1" w:styleId="TableColumnHeading">
    <w:name w:val="Table Column Heading"/>
    <w:basedOn w:val="Normal"/>
    <w:qFormat/>
    <w:rsid w:val="0003781A"/>
    <w:pPr>
      <w:keepNext/>
      <w:widowControl/>
      <w:autoSpaceDE/>
      <w:autoSpaceDN/>
    </w:pPr>
    <w:rPr>
      <w:rFonts w:ascii="Cambria" w:hAnsi="Cambria"/>
      <w:b/>
      <w:bCs/>
      <w:lang w:eastAsia="zh-CN"/>
    </w:rPr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customStyle="1" w:styleId="TableCaption">
    <w:name w:val="Table Caption"/>
    <w:basedOn w:val="Caption"/>
    <w:qFormat/>
    <w:rsid w:val="00DB641C"/>
    <w:pPr>
      <w:keepNext/>
      <w:spacing w:before="180" w:after="60"/>
    </w:pPr>
  </w:style>
  <w:style w:type="character" w:customStyle="1" w:styleId="BodyTextChar">
    <w:name w:val="Body Text Char"/>
    <w:basedOn w:val="DefaultParagraphFont"/>
    <w:link w:val="BodyText"/>
    <w:uiPriority w:val="99"/>
    <w:rsid w:val="00454A28"/>
    <w:rPr>
      <w:rFonts w:ascii="Cambria" w:eastAsia="Arial" w:hAnsi="Cambria" w:cs="Arial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rsid w:val="00454A28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61E27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B2170"/>
    <w:rPr>
      <w:rFonts w:ascii="Cambria" w:eastAsia="MS Mincho" w:hAnsi="Cambria" w:cs="Times New Roman"/>
      <w:b/>
      <w:sz w:val="20"/>
      <w:szCs w:val="20"/>
      <w:lang w:val="de-DE" w:eastAsia="ja-JP"/>
    </w:rPr>
  </w:style>
  <w:style w:type="character" w:customStyle="1" w:styleId="Heading5Char">
    <w:name w:val="Heading 5 Char"/>
    <w:basedOn w:val="DefaultParagraphFont"/>
    <w:link w:val="Heading5"/>
    <w:rsid w:val="005B2170"/>
    <w:rPr>
      <w:rFonts w:ascii="Cambria" w:eastAsia="MS Mincho" w:hAnsi="Cambria" w:cs="Times New Roman"/>
      <w:b/>
      <w:szCs w:val="20"/>
      <w:lang w:val="de-DE" w:eastAsia="ja-JP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"/>
    <w:basedOn w:val="DefaultParagraphFont"/>
    <w:link w:val="Heading6"/>
    <w:uiPriority w:val="9"/>
    <w:rsid w:val="005B2170"/>
    <w:rPr>
      <w:rFonts w:ascii="Cambria" w:eastAsia="MS Mincho" w:hAnsi="Cambria" w:cs="Times New Roman"/>
      <w:b/>
      <w:szCs w:val="20"/>
      <w:lang w:val="de-DE" w:eastAsia="ja-JP"/>
    </w:rPr>
  </w:style>
  <w:style w:type="character" w:customStyle="1" w:styleId="Heading7Char">
    <w:name w:val="Heading 7 Char"/>
    <w:aliases w:val="Bulleted list Char,L7 Char"/>
    <w:basedOn w:val="DefaultParagraphFont"/>
    <w:link w:val="Heading7"/>
    <w:uiPriority w:val="9"/>
    <w:rsid w:val="005B2170"/>
    <w:rPr>
      <w:rFonts w:ascii="Cambria" w:eastAsia="MS Mincho" w:hAnsi="Cambria" w:cs="Times New Roman"/>
      <w:sz w:val="20"/>
      <w:szCs w:val="20"/>
      <w:lang w:val="de-DE" w:eastAsia="ja-JP"/>
    </w:rPr>
  </w:style>
  <w:style w:type="character" w:customStyle="1" w:styleId="Heading8Char">
    <w:name w:val="Heading 8 Char"/>
    <w:aliases w:val="Legal Level 1.1.1. Char,Center Bold Char"/>
    <w:basedOn w:val="DefaultParagraphFont"/>
    <w:link w:val="Heading8"/>
    <w:uiPriority w:val="9"/>
    <w:rsid w:val="005B2170"/>
    <w:rPr>
      <w:rFonts w:ascii="Cambria" w:eastAsia="MS Mincho" w:hAnsi="Cambria" w:cs="Times New Roman"/>
      <w:sz w:val="20"/>
      <w:szCs w:val="20"/>
      <w:lang w:val="de-DE" w:eastAsia="ja-JP"/>
    </w:rPr>
  </w:style>
  <w:style w:type="character" w:customStyle="1" w:styleId="Heading9Char">
    <w:name w:val="Heading 9 Char"/>
    <w:aliases w:val="Figure Heading Char,FH Char,Titre 10 Char"/>
    <w:basedOn w:val="DefaultParagraphFont"/>
    <w:link w:val="Heading9"/>
    <w:uiPriority w:val="9"/>
    <w:rsid w:val="005B2170"/>
    <w:rPr>
      <w:rFonts w:ascii="Cambria" w:eastAsia="MS Mincho" w:hAnsi="Cambria" w:cs="Times New Roman"/>
      <w:sz w:val="20"/>
      <w:szCs w:val="20"/>
      <w:lang w:val="de-DE" w:eastAsia="ja-JP"/>
    </w:rPr>
  </w:style>
  <w:style w:type="table" w:styleId="TableGrid">
    <w:name w:val="Table Grid"/>
    <w:basedOn w:val="TableNormal"/>
    <w:rsid w:val="005B2170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Figure-caption,CAPTION,Figure Caption,Figure-caption1,CAPTION1,Figure Caption1,Figure-caption2,CAPTION2,Figure Caption2,Figure-caption3,CAPTION3,Figure Caption3,Figure-caption4,CAPTION4,Figure Caption4,Figure-caption5,CAPTION5,Table Captio,cap,c"/>
    <w:basedOn w:val="Normal"/>
    <w:next w:val="Normal"/>
    <w:link w:val="CaptionChar"/>
    <w:qFormat/>
    <w:rsid w:val="00DB641C"/>
    <w:pPr>
      <w:widowControl/>
      <w:autoSpaceDE/>
      <w:autoSpaceDN/>
      <w:spacing w:before="60" w:after="180" w:line="230" w:lineRule="atLeast"/>
      <w:jc w:val="center"/>
    </w:pPr>
    <w:rPr>
      <w:rFonts w:ascii="Cambria" w:eastAsia="MS Mincho" w:hAnsi="Cambria" w:cs="Times New Roman"/>
      <w:b/>
      <w:szCs w:val="20"/>
      <w:lang w:eastAsia="ja-JP"/>
    </w:rPr>
  </w:style>
  <w:style w:type="paragraph" w:styleId="Revision">
    <w:name w:val="Revision"/>
    <w:hidden/>
    <w:uiPriority w:val="99"/>
    <w:semiHidden/>
    <w:rsid w:val="005B2170"/>
    <w:pPr>
      <w:widowControl/>
      <w:autoSpaceDE/>
      <w:autoSpaceDN/>
    </w:pPr>
    <w:rPr>
      <w:rFonts w:ascii="Times New Roman" w:eastAsia="Arial" w:hAnsi="Times New Roman" w:cs="Arial"/>
    </w:rPr>
  </w:style>
  <w:style w:type="character" w:styleId="CommentReference">
    <w:name w:val="annotation reference"/>
    <w:uiPriority w:val="99"/>
    <w:rsid w:val="005B2170"/>
    <w:rPr>
      <w:noProof w:val="0"/>
      <w:sz w:val="16"/>
      <w:lang w:val="fr-FR"/>
    </w:rPr>
  </w:style>
  <w:style w:type="paragraph" w:styleId="TOCHeading">
    <w:name w:val="TOC Heading"/>
    <w:basedOn w:val="Normal"/>
    <w:next w:val="Normal"/>
    <w:uiPriority w:val="39"/>
    <w:unhideWhenUsed/>
    <w:qFormat/>
    <w:rsid w:val="00A04E52"/>
    <w:pPr>
      <w:keepNext/>
      <w:keepLines/>
      <w:widowControl/>
      <w:tabs>
        <w:tab w:val="left" w:pos="560"/>
      </w:tabs>
      <w:suppressAutoHyphens/>
      <w:autoSpaceDE/>
      <w:autoSpaceDN/>
      <w:spacing w:before="960" w:after="240"/>
    </w:pPr>
    <w:rPr>
      <w:rFonts w:ascii="Cambria" w:eastAsiaTheme="majorEastAsia" w:hAnsi="Cambria" w:cstheme="majorBidi"/>
      <w:b/>
      <w:sz w:val="28"/>
      <w:szCs w:val="32"/>
      <w:lang w:val="en-GB" w:eastAsia="ja-JP"/>
    </w:rPr>
  </w:style>
  <w:style w:type="paragraph" w:styleId="TOC1">
    <w:name w:val="toc 1"/>
    <w:basedOn w:val="Normal"/>
    <w:next w:val="Normal"/>
    <w:uiPriority w:val="39"/>
    <w:rsid w:val="005B2170"/>
    <w:pPr>
      <w:widowControl/>
      <w:tabs>
        <w:tab w:val="left" w:pos="1080"/>
        <w:tab w:val="right" w:leader="dot" w:pos="9752"/>
      </w:tabs>
      <w:suppressAutoHyphens/>
      <w:autoSpaceDE/>
      <w:autoSpaceDN/>
      <w:spacing w:before="120" w:line="230" w:lineRule="atLeast"/>
      <w:ind w:left="1080" w:right="504" w:hanging="1080"/>
    </w:pPr>
    <w:rPr>
      <w:rFonts w:ascii="Cambria" w:eastAsia="MS Mincho" w:hAnsi="Cambria" w:cs="Times New Roman"/>
      <w:b/>
      <w:szCs w:val="20"/>
      <w:lang w:eastAsia="ja-JP"/>
    </w:rPr>
  </w:style>
  <w:style w:type="paragraph" w:styleId="TOC2">
    <w:name w:val="toc 2"/>
    <w:basedOn w:val="TOC1"/>
    <w:next w:val="Normal"/>
    <w:uiPriority w:val="39"/>
    <w:rsid w:val="005B2170"/>
    <w:pPr>
      <w:spacing w:before="0"/>
    </w:pPr>
  </w:style>
  <w:style w:type="character" w:customStyle="1" w:styleId="A8">
    <w:name w:val="A8"/>
    <w:uiPriority w:val="99"/>
    <w:rsid w:val="005B2170"/>
    <w:rPr>
      <w:rFonts w:cs="Cambria"/>
      <w:color w:val="053BF5"/>
      <w:sz w:val="22"/>
      <w:szCs w:val="22"/>
      <w:u w:val="single"/>
    </w:rPr>
  </w:style>
  <w:style w:type="character" w:customStyle="1" w:styleId="InlineCode">
    <w:name w:val="Inline Code"/>
    <w:basedOn w:val="DefaultParagraphFont"/>
    <w:uiPriority w:val="1"/>
    <w:qFormat/>
    <w:rsid w:val="005B2170"/>
    <w:rPr>
      <w:rFonts w:ascii="Courier New" w:hAnsi="Courier New" w:cs="Courier New"/>
      <w:sz w:val="22"/>
      <w:szCs w:val="20"/>
    </w:rPr>
  </w:style>
  <w:style w:type="paragraph" w:styleId="FootnoteText">
    <w:name w:val="footnote text"/>
    <w:basedOn w:val="Normal"/>
    <w:link w:val="FootnoteTextChar"/>
    <w:semiHidden/>
    <w:rsid w:val="005B2170"/>
    <w:pPr>
      <w:widowControl/>
      <w:tabs>
        <w:tab w:val="left" w:pos="340"/>
      </w:tabs>
      <w:autoSpaceDE/>
      <w:autoSpaceDN/>
      <w:spacing w:after="120" w:line="210" w:lineRule="atLeast"/>
      <w:jc w:val="both"/>
    </w:pPr>
    <w:rPr>
      <w:rFonts w:ascii="Cambria" w:eastAsia="MS Mincho" w:hAnsi="Cambria" w:cs="Times New Roman"/>
      <w:sz w:val="18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semiHidden/>
    <w:rsid w:val="005B2170"/>
    <w:rPr>
      <w:rFonts w:ascii="Cambria" w:eastAsia="MS Mincho" w:hAnsi="Cambria" w:cs="Times New Roman"/>
      <w:sz w:val="18"/>
      <w:szCs w:val="20"/>
      <w:lang w:eastAsia="ja-JP"/>
    </w:rPr>
  </w:style>
  <w:style w:type="character" w:styleId="FootnoteReference">
    <w:name w:val="footnote reference"/>
    <w:aliases w:val="Appel note de bas de p"/>
    <w:semiHidden/>
    <w:rsid w:val="005B2170"/>
    <w:rPr>
      <w:noProof/>
      <w:position w:val="6"/>
      <w:sz w:val="16"/>
      <w:vertAlign w:val="baseline"/>
      <w:lang w:val="fr-FR"/>
    </w:rPr>
  </w:style>
  <w:style w:type="paragraph" w:customStyle="1" w:styleId="Figure">
    <w:name w:val="Figure"/>
    <w:basedOn w:val="Caption"/>
    <w:qFormat/>
    <w:rsid w:val="00445465"/>
    <w:pPr>
      <w:keepNext/>
      <w:spacing w:before="180" w:after="60"/>
    </w:pPr>
  </w:style>
  <w:style w:type="paragraph" w:styleId="TOC3">
    <w:name w:val="toc 3"/>
    <w:basedOn w:val="TOC2"/>
    <w:next w:val="Normal"/>
    <w:uiPriority w:val="39"/>
    <w:rsid w:val="005B2170"/>
  </w:style>
  <w:style w:type="paragraph" w:customStyle="1" w:styleId="a2">
    <w:name w:val="a2"/>
    <w:basedOn w:val="Heading2"/>
    <w:next w:val="Normal"/>
    <w:rsid w:val="00761E27"/>
    <w:pPr>
      <w:keepLines w:val="0"/>
      <w:widowControl/>
      <w:numPr>
        <w:ilvl w:val="1"/>
        <w:numId w:val="2"/>
      </w:numPr>
      <w:tabs>
        <w:tab w:val="left" w:pos="500"/>
        <w:tab w:val="left" w:pos="720"/>
      </w:tabs>
      <w:suppressAutoHyphens/>
      <w:autoSpaceDE/>
      <w:autoSpaceDN/>
    </w:pPr>
    <w:rPr>
      <w:rFonts w:ascii="Cambria" w:eastAsia="MS Mincho" w:hAnsi="Cambria" w:cs="Times New Roman"/>
      <w:sz w:val="24"/>
      <w:szCs w:val="20"/>
      <w:lang w:val="de-DE" w:eastAsia="ja-JP"/>
    </w:rPr>
  </w:style>
  <w:style w:type="paragraph" w:customStyle="1" w:styleId="a3">
    <w:name w:val="a3"/>
    <w:basedOn w:val="Heading3"/>
    <w:next w:val="Normal"/>
    <w:rsid w:val="00761E27"/>
    <w:pPr>
      <w:keepLines w:val="0"/>
      <w:widowControl/>
      <w:numPr>
        <w:ilvl w:val="2"/>
        <w:numId w:val="2"/>
      </w:numPr>
      <w:tabs>
        <w:tab w:val="left" w:pos="640"/>
        <w:tab w:val="left" w:pos="880"/>
      </w:tabs>
      <w:suppressAutoHyphens/>
      <w:autoSpaceDE/>
      <w:autoSpaceDN/>
    </w:pPr>
    <w:rPr>
      <w:rFonts w:ascii="Cambria" w:eastAsia="MS Mincho" w:hAnsi="Cambria" w:cs="Times New Roman"/>
      <w:sz w:val="22"/>
      <w:szCs w:val="20"/>
      <w:lang w:val="de-DE" w:eastAsia="ja-JP"/>
    </w:rPr>
  </w:style>
  <w:style w:type="paragraph" w:customStyle="1" w:styleId="ANNEX">
    <w:name w:val="ANNEX"/>
    <w:basedOn w:val="Normal"/>
    <w:next w:val="Normal"/>
    <w:rsid w:val="005B2170"/>
    <w:pPr>
      <w:keepNext/>
      <w:pageBreakBefore/>
      <w:widowControl/>
      <w:numPr>
        <w:numId w:val="2"/>
      </w:numPr>
      <w:autoSpaceDE/>
      <w:autoSpaceDN/>
      <w:spacing w:after="760" w:line="310" w:lineRule="exact"/>
      <w:jc w:val="center"/>
      <w:outlineLvl w:val="0"/>
    </w:pPr>
    <w:rPr>
      <w:rFonts w:ascii="Cambria" w:eastAsia="MS Mincho" w:hAnsi="Cambria" w:cs="Times New Roman"/>
      <w:b/>
      <w:sz w:val="28"/>
      <w:szCs w:val="20"/>
      <w:lang w:val="en-GB" w:eastAsia="ja-JP"/>
    </w:rPr>
  </w:style>
  <w:style w:type="paragraph" w:customStyle="1" w:styleId="zzForeword">
    <w:name w:val="zzForeword"/>
    <w:basedOn w:val="Introduction"/>
    <w:next w:val="BodyText"/>
    <w:rsid w:val="00A04E52"/>
    <w:pPr>
      <w:tabs>
        <w:tab w:val="clear" w:pos="400"/>
      </w:tabs>
    </w:pPr>
    <w:rPr>
      <w:color w:val="0000FF"/>
    </w:rPr>
  </w:style>
  <w:style w:type="character" w:customStyle="1" w:styleId="stddocNumber">
    <w:name w:val="std_docNumber"/>
    <w:rsid w:val="005B2170"/>
    <w:rPr>
      <w:rFonts w:ascii="Cambria" w:hAnsi="Cambria"/>
      <w:bdr w:val="none" w:sz="0" w:space="0" w:color="auto"/>
      <w:shd w:val="clear" w:color="auto" w:fill="F2DBDB"/>
    </w:rPr>
  </w:style>
  <w:style w:type="character" w:customStyle="1" w:styleId="stddocPartNumber">
    <w:name w:val="std_docPartNumber"/>
    <w:rsid w:val="005B2170"/>
    <w:rPr>
      <w:rFonts w:ascii="Cambria" w:hAnsi="Cambria"/>
      <w:bdr w:val="none" w:sz="0" w:space="0" w:color="auto"/>
      <w:shd w:val="clear" w:color="auto" w:fill="EAF1DD"/>
    </w:rPr>
  </w:style>
  <w:style w:type="character" w:customStyle="1" w:styleId="stdpublisher">
    <w:name w:val="std_publisher"/>
    <w:rsid w:val="005B2170"/>
    <w:rPr>
      <w:rFonts w:ascii="Cambria" w:hAnsi="Cambria"/>
      <w:bdr w:val="none" w:sz="0" w:space="0" w:color="auto"/>
      <w:shd w:val="clear" w:color="auto" w:fill="C6D9F1"/>
    </w:rPr>
  </w:style>
  <w:style w:type="paragraph" w:customStyle="1" w:styleId="Introduction">
    <w:name w:val="Introduction"/>
    <w:basedOn w:val="Normal"/>
    <w:next w:val="BodyText"/>
    <w:rsid w:val="00A04E52"/>
    <w:pPr>
      <w:keepNext/>
      <w:pageBreakBefore/>
      <w:widowControl/>
      <w:tabs>
        <w:tab w:val="left" w:pos="400"/>
      </w:tabs>
      <w:suppressAutoHyphens/>
      <w:autoSpaceDE/>
      <w:autoSpaceDN/>
      <w:spacing w:before="960" w:after="240"/>
    </w:pPr>
    <w:rPr>
      <w:rFonts w:ascii="Cambria" w:eastAsia="MS Mincho" w:hAnsi="Cambria" w:cs="Times New Roman"/>
      <w:b/>
      <w:sz w:val="28"/>
      <w:szCs w:val="20"/>
      <w:lang w:eastAsia="ja-JP"/>
    </w:rPr>
  </w:style>
  <w:style w:type="paragraph" w:customStyle="1" w:styleId="zzSTDTitle">
    <w:name w:val="zzSTDTitle"/>
    <w:basedOn w:val="Normal"/>
    <w:next w:val="Normal"/>
    <w:rsid w:val="005B2170"/>
    <w:pPr>
      <w:widowControl/>
      <w:suppressAutoHyphens/>
      <w:autoSpaceDE/>
      <w:autoSpaceDN/>
      <w:spacing w:before="400" w:after="760" w:line="350" w:lineRule="exact"/>
    </w:pPr>
    <w:rPr>
      <w:rFonts w:ascii="Cambria" w:eastAsia="MS Mincho" w:hAnsi="Cambria" w:cs="Times New Roman"/>
      <w:b/>
      <w:color w:val="0000FF"/>
      <w:sz w:val="32"/>
      <w:szCs w:val="20"/>
      <w:lang w:eastAsia="ja-JP"/>
    </w:rPr>
  </w:style>
  <w:style w:type="character" w:customStyle="1" w:styleId="Heading1Char">
    <w:name w:val="Heading 1 Char"/>
    <w:link w:val="Heading1"/>
    <w:rsid w:val="00A04E52"/>
    <w:rPr>
      <w:rFonts w:ascii="Cambria" w:eastAsia="Arial" w:hAnsi="Cambria" w:cs="Arial"/>
      <w:b/>
      <w:bCs/>
      <w:sz w:val="28"/>
      <w:szCs w:val="24"/>
    </w:rPr>
  </w:style>
  <w:style w:type="paragraph" w:customStyle="1" w:styleId="Atom">
    <w:name w:val="Atom"/>
    <w:basedOn w:val="Normal"/>
    <w:qFormat/>
    <w:rsid w:val="006144E6"/>
    <w:pPr>
      <w:keepNext/>
      <w:keepLines/>
      <w:widowControl/>
      <w:autoSpaceDE/>
      <w:autoSpaceDN/>
      <w:spacing w:after="220"/>
      <w:contextualSpacing/>
    </w:pPr>
    <w:rPr>
      <w:rFonts w:ascii="Cambria" w:eastAsia="Times New Roman" w:hAnsi="Cambria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2170"/>
    <w:pPr>
      <w:widowControl/>
      <w:autoSpaceDE/>
      <w:autoSpaceDN/>
      <w:jc w:val="both"/>
    </w:pPr>
    <w:rPr>
      <w:rFonts w:ascii="Tahoma" w:eastAsia="Calibri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170"/>
    <w:rPr>
      <w:rFonts w:ascii="Tahoma" w:eastAsia="Calibri" w:hAnsi="Tahoma" w:cs="Tahoma"/>
      <w:sz w:val="16"/>
      <w:szCs w:val="16"/>
      <w:lang w:val="en-GB"/>
    </w:rPr>
  </w:style>
  <w:style w:type="paragraph" w:styleId="BlockText">
    <w:name w:val="Block Text"/>
    <w:basedOn w:val="Normal"/>
    <w:rsid w:val="005B2170"/>
    <w:pPr>
      <w:widowControl/>
      <w:autoSpaceDE/>
      <w:autoSpaceDN/>
      <w:spacing w:after="120" w:line="230" w:lineRule="atLeast"/>
      <w:ind w:left="1440" w:right="1440"/>
      <w:jc w:val="both"/>
    </w:pPr>
    <w:rPr>
      <w:rFonts w:ascii="Cambria" w:eastAsia="MS Mincho" w:hAnsi="Cambria" w:cs="Times New Roman"/>
      <w:szCs w:val="20"/>
      <w:lang w:eastAsia="ja-JP"/>
    </w:rPr>
  </w:style>
  <w:style w:type="paragraph" w:customStyle="1" w:styleId="BoxHeading4">
    <w:name w:val="BoxHeading 4"/>
    <w:basedOn w:val="Heading4"/>
    <w:rsid w:val="00761E27"/>
    <w:pPr>
      <w:spacing w:before="240" w:after="120"/>
      <w:ind w:left="864" w:hanging="864"/>
    </w:pPr>
    <w:rPr>
      <w:b/>
      <w:lang w:val="en-GB" w:eastAsia="en-US"/>
    </w:rPr>
  </w:style>
  <w:style w:type="character" w:customStyle="1" w:styleId="CaptionChar">
    <w:name w:val="Caption Char"/>
    <w:aliases w:val="Figure-caption Char,CAPTION Char,Figure Caption Char,Figure-caption1 Char,CAPTION1 Char,Figure Caption1 Char,Figure-caption2 Char,CAPTION2 Char,Figure Caption2 Char,Figure-caption3 Char,CAPTION3 Char,Figure Caption3 Char,CAPTION4 Char"/>
    <w:link w:val="Caption"/>
    <w:rsid w:val="00DB641C"/>
    <w:rPr>
      <w:rFonts w:ascii="Cambria" w:eastAsia="MS Mincho" w:hAnsi="Cambria" w:cs="Times New Roman"/>
      <w:b/>
      <w:szCs w:val="20"/>
      <w:lang w:eastAsia="ja-JP"/>
    </w:rPr>
  </w:style>
  <w:style w:type="paragraph" w:customStyle="1" w:styleId="code">
    <w:name w:val="code"/>
    <w:basedOn w:val="Normal"/>
    <w:next w:val="Normal"/>
    <w:link w:val="codeZchn"/>
    <w:qFormat/>
    <w:rsid w:val="00761E27"/>
    <w:pPr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autoSpaceDE/>
      <w:autoSpaceDN/>
      <w:spacing w:before="120" w:after="120"/>
      <w:contextualSpacing/>
    </w:pPr>
    <w:rPr>
      <w:rFonts w:ascii="Courier New" w:eastAsia="Times New Roman" w:hAnsi="Courier New" w:cs="Times New Roman"/>
      <w:noProof/>
      <w:szCs w:val="20"/>
      <w:lang w:val="en-GB"/>
    </w:rPr>
  </w:style>
  <w:style w:type="character" w:customStyle="1" w:styleId="codeZchn">
    <w:name w:val="code Zchn"/>
    <w:link w:val="code"/>
    <w:rsid w:val="00761E27"/>
    <w:rPr>
      <w:rFonts w:ascii="Courier New" w:eastAsia="Times New Roman" w:hAnsi="Courier New" w:cs="Times New Roman"/>
      <w:noProof/>
      <w:szCs w:val="20"/>
      <w:lang w:val="en-GB"/>
    </w:rPr>
  </w:style>
  <w:style w:type="character" w:customStyle="1" w:styleId="codeChar">
    <w:name w:val="code Char"/>
    <w:qFormat/>
    <w:rsid w:val="005B2170"/>
    <w:rPr>
      <w:rFonts w:ascii="Courier New" w:hAnsi="Courier New"/>
      <w:noProof/>
      <w:lang w:val="en-GB" w:eastAsia="ja-JP" w:bidi="ar-SA"/>
    </w:rPr>
  </w:style>
  <w:style w:type="paragraph" w:customStyle="1" w:styleId="Definition">
    <w:name w:val="Definition"/>
    <w:basedOn w:val="Normal"/>
    <w:next w:val="Normal"/>
    <w:rsid w:val="005B2170"/>
    <w:pPr>
      <w:widowControl/>
      <w:autoSpaceDE/>
      <w:autoSpaceDN/>
      <w:spacing w:after="240" w:line="230" w:lineRule="atLeast"/>
      <w:jc w:val="both"/>
    </w:pPr>
    <w:rPr>
      <w:rFonts w:ascii="Cambria" w:eastAsia="MS Mincho" w:hAnsi="Cambria" w:cs="Times New Roman"/>
      <w:szCs w:val="20"/>
      <w:lang w:eastAsia="ja-JP"/>
    </w:rPr>
  </w:style>
  <w:style w:type="paragraph" w:styleId="DocumentMap">
    <w:name w:val="Document Map"/>
    <w:basedOn w:val="Normal"/>
    <w:link w:val="DocumentMapChar"/>
    <w:semiHidden/>
    <w:rsid w:val="005B2170"/>
    <w:pPr>
      <w:widowControl/>
      <w:shd w:val="clear" w:color="auto" w:fill="000080"/>
      <w:autoSpaceDE/>
      <w:autoSpaceDN/>
      <w:spacing w:after="240" w:line="230" w:lineRule="atLeast"/>
      <w:jc w:val="both"/>
    </w:pPr>
    <w:rPr>
      <w:rFonts w:ascii="Tahoma" w:eastAsia="MS Mincho" w:hAnsi="Tahoma" w:cs="Times New Roman"/>
      <w:szCs w:val="20"/>
      <w:lang w:eastAsia="ja-JP"/>
    </w:rPr>
  </w:style>
  <w:style w:type="character" w:customStyle="1" w:styleId="DocumentMapChar">
    <w:name w:val="Document Map Char"/>
    <w:basedOn w:val="DefaultParagraphFont"/>
    <w:link w:val="DocumentMap"/>
    <w:semiHidden/>
    <w:rsid w:val="005B2170"/>
    <w:rPr>
      <w:rFonts w:ascii="Tahoma" w:eastAsia="MS Mincho" w:hAnsi="Tahoma" w:cs="Times New Roman"/>
      <w:szCs w:val="20"/>
      <w:shd w:val="clear" w:color="auto" w:fill="000080"/>
      <w:lang w:eastAsia="ja-JP"/>
    </w:rPr>
  </w:style>
  <w:style w:type="character" w:styleId="EndnoteReference">
    <w:name w:val="endnote reference"/>
    <w:semiHidden/>
    <w:rsid w:val="005B2170"/>
    <w:rPr>
      <w:noProof w:val="0"/>
      <w:vertAlign w:val="superscript"/>
      <w:lang w:val="fr-FR"/>
    </w:rPr>
  </w:style>
  <w:style w:type="paragraph" w:styleId="EndnoteText">
    <w:name w:val="endnote text"/>
    <w:basedOn w:val="Normal"/>
    <w:link w:val="EndnoteTextChar"/>
    <w:semiHidden/>
    <w:rsid w:val="005B2170"/>
    <w:pPr>
      <w:widowControl/>
      <w:autoSpaceDE/>
      <w:autoSpaceDN/>
      <w:spacing w:after="240" w:line="230" w:lineRule="atLeast"/>
      <w:jc w:val="both"/>
    </w:pPr>
    <w:rPr>
      <w:rFonts w:ascii="Cambria" w:eastAsia="MS Mincho" w:hAnsi="Cambria" w:cs="Times New Roman"/>
      <w:szCs w:val="20"/>
      <w:lang w:eastAsia="ja-JP"/>
    </w:rPr>
  </w:style>
  <w:style w:type="character" w:customStyle="1" w:styleId="EndnoteTextChar">
    <w:name w:val="Endnote Text Char"/>
    <w:basedOn w:val="DefaultParagraphFont"/>
    <w:link w:val="EndnoteText"/>
    <w:semiHidden/>
    <w:rsid w:val="005B2170"/>
    <w:rPr>
      <w:rFonts w:ascii="Cambria" w:eastAsia="MS Mincho" w:hAnsi="Cambria" w:cs="Times New Roman"/>
      <w:szCs w:val="20"/>
      <w:lang w:eastAsia="ja-JP"/>
    </w:rPr>
  </w:style>
  <w:style w:type="paragraph" w:customStyle="1" w:styleId="fields">
    <w:name w:val="fields"/>
    <w:basedOn w:val="Normal"/>
    <w:link w:val="fieldsZchn"/>
    <w:qFormat/>
    <w:rsid w:val="005B2170"/>
    <w:pPr>
      <w:widowControl/>
      <w:tabs>
        <w:tab w:val="left" w:pos="1440"/>
        <w:tab w:val="left" w:pos="8010"/>
      </w:tabs>
      <w:autoSpaceDE/>
      <w:autoSpaceDN/>
      <w:spacing w:after="220"/>
      <w:ind w:left="720" w:hanging="360"/>
      <w:contextualSpacing/>
    </w:pPr>
    <w:rPr>
      <w:rFonts w:ascii="Cambria" w:eastAsia="Times New Roman" w:hAnsi="Cambria" w:cs="Times New Roman"/>
      <w:lang w:val="en-GB"/>
    </w:rPr>
  </w:style>
  <w:style w:type="character" w:customStyle="1" w:styleId="fieldsZchn">
    <w:name w:val="fields Zchn"/>
    <w:link w:val="fields"/>
    <w:rsid w:val="005B2170"/>
    <w:rPr>
      <w:rFonts w:ascii="Cambria" w:eastAsia="Times New Roman" w:hAnsi="Cambria" w:cs="Times New Roman"/>
      <w:lang w:val="en-GB"/>
    </w:rPr>
  </w:style>
  <w:style w:type="paragraph" w:styleId="Index1">
    <w:name w:val="index 1"/>
    <w:basedOn w:val="Normal"/>
    <w:semiHidden/>
    <w:rsid w:val="005B2170"/>
    <w:pPr>
      <w:widowControl/>
      <w:autoSpaceDE/>
      <w:autoSpaceDN/>
      <w:spacing w:line="210" w:lineRule="atLeast"/>
      <w:ind w:left="142" w:hanging="142"/>
    </w:pPr>
    <w:rPr>
      <w:rFonts w:ascii="Cambria" w:eastAsia="MS Mincho" w:hAnsi="Cambria" w:cs="Times New Roman"/>
      <w:b/>
      <w:sz w:val="18"/>
      <w:szCs w:val="20"/>
      <w:lang w:eastAsia="ja-JP"/>
    </w:rPr>
  </w:style>
  <w:style w:type="paragraph" w:styleId="Index2">
    <w:name w:val="index 2"/>
    <w:basedOn w:val="Normal"/>
    <w:next w:val="Normal"/>
    <w:autoRedefine/>
    <w:semiHidden/>
    <w:rsid w:val="005B2170"/>
    <w:pPr>
      <w:widowControl/>
      <w:autoSpaceDE/>
      <w:autoSpaceDN/>
      <w:spacing w:after="240" w:line="210" w:lineRule="atLeast"/>
      <w:ind w:left="600" w:hanging="200"/>
      <w:jc w:val="both"/>
    </w:pPr>
    <w:rPr>
      <w:rFonts w:ascii="Cambria" w:eastAsia="MS Mincho" w:hAnsi="Cambria" w:cs="Times New Roman"/>
      <w:b/>
      <w:sz w:val="18"/>
      <w:szCs w:val="20"/>
      <w:lang w:eastAsia="ja-JP"/>
    </w:rPr>
  </w:style>
  <w:style w:type="paragraph" w:styleId="Index3">
    <w:name w:val="index 3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6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4">
    <w:name w:val="index 4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8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5">
    <w:name w:val="index 5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10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6">
    <w:name w:val="index 6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12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7">
    <w:name w:val="index 7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14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8">
    <w:name w:val="index 8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16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9">
    <w:name w:val="index 9"/>
    <w:basedOn w:val="Normal"/>
    <w:next w:val="Normal"/>
    <w:autoRedefine/>
    <w:semiHidden/>
    <w:rsid w:val="005B2170"/>
    <w:pPr>
      <w:widowControl/>
      <w:autoSpaceDE/>
      <w:autoSpaceDN/>
      <w:spacing w:after="240" w:line="220" w:lineRule="atLeast"/>
      <w:ind w:left="1800" w:hanging="200"/>
      <w:jc w:val="both"/>
    </w:pPr>
    <w:rPr>
      <w:rFonts w:ascii="Cambria" w:eastAsia="MS Mincho" w:hAnsi="Cambria" w:cs="Times New Roman"/>
      <w:b/>
      <w:szCs w:val="20"/>
      <w:lang w:eastAsia="ja-JP"/>
    </w:rPr>
  </w:style>
  <w:style w:type="paragraph" w:styleId="IndexHeading">
    <w:name w:val="index heading"/>
    <w:basedOn w:val="Normal"/>
    <w:next w:val="Index1"/>
    <w:semiHidden/>
    <w:rsid w:val="005B2170"/>
    <w:pPr>
      <w:keepNext/>
      <w:widowControl/>
      <w:autoSpaceDE/>
      <w:autoSpaceDN/>
      <w:spacing w:before="400" w:after="210" w:line="230" w:lineRule="atLeast"/>
      <w:jc w:val="center"/>
    </w:pPr>
    <w:rPr>
      <w:rFonts w:ascii="Cambria" w:eastAsia="MS Mincho" w:hAnsi="Cambria" w:cs="Times New Roman"/>
      <w:szCs w:val="20"/>
      <w:lang w:eastAsia="ja-JP"/>
    </w:rPr>
  </w:style>
  <w:style w:type="paragraph" w:styleId="MacroText">
    <w:name w:val="macro"/>
    <w:link w:val="MacroTextChar"/>
    <w:semiHidden/>
    <w:rsid w:val="005B2170"/>
    <w:pPr>
      <w:widowControl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/>
      <w:autoSpaceDN/>
      <w:spacing w:after="240" w:line="230" w:lineRule="atLeast"/>
      <w:jc w:val="both"/>
    </w:pPr>
    <w:rPr>
      <w:rFonts w:ascii="Courier New" w:eastAsia="MS Mincho" w:hAnsi="Courier New" w:cs="Times New Roman"/>
      <w:sz w:val="20"/>
      <w:szCs w:val="20"/>
      <w:lang w:val="en-GB" w:eastAsia="ja-JP"/>
    </w:rPr>
  </w:style>
  <w:style w:type="character" w:customStyle="1" w:styleId="MacroTextChar">
    <w:name w:val="Macro Text Char"/>
    <w:basedOn w:val="DefaultParagraphFont"/>
    <w:link w:val="MacroText"/>
    <w:semiHidden/>
    <w:rsid w:val="005B2170"/>
    <w:rPr>
      <w:rFonts w:ascii="Courier New" w:eastAsia="MS Mincho" w:hAnsi="Courier New" w:cs="Times New Roman"/>
      <w:sz w:val="20"/>
      <w:szCs w:val="20"/>
      <w:lang w:val="en-GB" w:eastAsia="ja-JP"/>
    </w:rPr>
  </w:style>
  <w:style w:type="paragraph" w:customStyle="1" w:styleId="Note">
    <w:name w:val="Note"/>
    <w:basedOn w:val="Normal"/>
    <w:next w:val="Normal"/>
    <w:link w:val="NoteZchn"/>
    <w:rsid w:val="00D41140"/>
    <w:pPr>
      <w:widowControl/>
      <w:tabs>
        <w:tab w:val="left" w:pos="1685"/>
        <w:tab w:val="left" w:pos="2160"/>
      </w:tabs>
      <w:autoSpaceDE/>
      <w:autoSpaceDN/>
      <w:spacing w:after="240" w:line="210" w:lineRule="atLeast"/>
      <w:ind w:left="720" w:right="720"/>
      <w:jc w:val="both"/>
    </w:pPr>
    <w:rPr>
      <w:rFonts w:ascii="Cambria" w:eastAsia="MS Mincho" w:hAnsi="Cambria" w:cs="Times New Roman"/>
      <w:sz w:val="18"/>
      <w:szCs w:val="20"/>
      <w:lang w:eastAsia="ja-JP"/>
    </w:rPr>
  </w:style>
  <w:style w:type="character" w:customStyle="1" w:styleId="NoteZchn">
    <w:name w:val="Note Zchn"/>
    <w:link w:val="Note"/>
    <w:rsid w:val="00D41140"/>
    <w:rPr>
      <w:rFonts w:ascii="Cambria" w:eastAsia="MS Mincho" w:hAnsi="Cambria" w:cs="Times New Roman"/>
      <w:sz w:val="18"/>
      <w:szCs w:val="20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5B2170"/>
    <w:rPr>
      <w:color w:val="808080"/>
    </w:rPr>
  </w:style>
  <w:style w:type="paragraph" w:styleId="TableofAuthorities">
    <w:name w:val="table of authorities"/>
    <w:basedOn w:val="Normal"/>
    <w:next w:val="Normal"/>
    <w:semiHidden/>
    <w:rsid w:val="005B2170"/>
    <w:pPr>
      <w:widowControl/>
      <w:autoSpaceDE/>
      <w:autoSpaceDN/>
      <w:spacing w:after="240" w:line="230" w:lineRule="atLeast"/>
      <w:ind w:left="200" w:hanging="200"/>
      <w:jc w:val="both"/>
    </w:pPr>
    <w:rPr>
      <w:rFonts w:ascii="Cambria" w:eastAsia="MS Mincho" w:hAnsi="Cambria" w:cs="Times New Roman"/>
      <w:szCs w:val="20"/>
      <w:lang w:eastAsia="ja-JP"/>
    </w:rPr>
  </w:style>
  <w:style w:type="paragraph" w:styleId="TableofFigures">
    <w:name w:val="table of figures"/>
    <w:basedOn w:val="Normal"/>
    <w:next w:val="Normal"/>
    <w:uiPriority w:val="99"/>
    <w:rsid w:val="005B2170"/>
    <w:pPr>
      <w:widowControl/>
      <w:autoSpaceDE/>
      <w:autoSpaceDN/>
      <w:spacing w:after="240" w:line="230" w:lineRule="atLeast"/>
      <w:ind w:left="400" w:hanging="400"/>
      <w:jc w:val="both"/>
    </w:pPr>
    <w:rPr>
      <w:rFonts w:ascii="Cambria" w:eastAsia="MS Mincho" w:hAnsi="Cambria" w:cs="Times New Roman"/>
      <w:szCs w:val="20"/>
      <w:lang w:eastAsia="ja-JP"/>
    </w:rPr>
  </w:style>
  <w:style w:type="paragraph" w:customStyle="1" w:styleId="TermNum">
    <w:name w:val="TermNum"/>
    <w:basedOn w:val="Normal"/>
    <w:next w:val="Definition"/>
    <w:rsid w:val="00D41140"/>
    <w:pPr>
      <w:keepNext/>
      <w:widowControl/>
      <w:tabs>
        <w:tab w:val="left" w:pos="660"/>
        <w:tab w:val="left" w:pos="880"/>
      </w:tabs>
      <w:suppressAutoHyphens/>
      <w:autoSpaceDE/>
      <w:autoSpaceDN/>
      <w:spacing w:before="240" w:line="230" w:lineRule="exact"/>
    </w:pPr>
    <w:rPr>
      <w:rFonts w:ascii="Cambria" w:eastAsia="MS Mincho" w:hAnsi="Cambria" w:cs="Times New Roman"/>
      <w:b/>
      <w:szCs w:val="20"/>
      <w:lang w:val="en-GB" w:eastAsia="ja-JP"/>
    </w:rPr>
  </w:style>
  <w:style w:type="paragraph" w:styleId="TOAHeading">
    <w:name w:val="toa heading"/>
    <w:basedOn w:val="Normal"/>
    <w:next w:val="Normal"/>
    <w:semiHidden/>
    <w:rsid w:val="005B2170"/>
    <w:pPr>
      <w:widowControl/>
      <w:autoSpaceDE/>
      <w:autoSpaceDN/>
      <w:spacing w:before="120" w:after="240" w:line="230" w:lineRule="atLeast"/>
      <w:jc w:val="both"/>
    </w:pPr>
    <w:rPr>
      <w:rFonts w:ascii="Cambria" w:eastAsia="MS Mincho" w:hAnsi="Cambria" w:cs="Times New Roman"/>
      <w:b/>
      <w:sz w:val="24"/>
      <w:szCs w:val="20"/>
      <w:lang w:eastAsia="ja-JP"/>
    </w:rPr>
  </w:style>
  <w:style w:type="paragraph" w:styleId="TOC4">
    <w:name w:val="toc 4"/>
    <w:basedOn w:val="TOC2"/>
    <w:next w:val="Normal"/>
    <w:uiPriority w:val="39"/>
    <w:rsid w:val="005B2170"/>
    <w:pPr>
      <w:tabs>
        <w:tab w:val="left" w:pos="1140"/>
      </w:tabs>
      <w:ind w:left="1140" w:hanging="1140"/>
    </w:pPr>
  </w:style>
  <w:style w:type="paragraph" w:styleId="TOC5">
    <w:name w:val="toc 5"/>
    <w:basedOn w:val="TOC4"/>
    <w:next w:val="Normal"/>
    <w:uiPriority w:val="39"/>
    <w:rsid w:val="005B2170"/>
  </w:style>
  <w:style w:type="paragraph" w:styleId="TOC6">
    <w:name w:val="toc 6"/>
    <w:basedOn w:val="TOC4"/>
    <w:next w:val="Normal"/>
    <w:uiPriority w:val="39"/>
    <w:rsid w:val="005B2170"/>
    <w:pPr>
      <w:tabs>
        <w:tab w:val="clear" w:pos="1140"/>
        <w:tab w:val="left" w:pos="1440"/>
      </w:tabs>
      <w:ind w:left="1440" w:hanging="1440"/>
    </w:pPr>
  </w:style>
  <w:style w:type="paragraph" w:styleId="TOC7">
    <w:name w:val="toc 7"/>
    <w:basedOn w:val="TOC4"/>
    <w:next w:val="Normal"/>
    <w:uiPriority w:val="39"/>
    <w:rsid w:val="005B2170"/>
    <w:pPr>
      <w:tabs>
        <w:tab w:val="clear" w:pos="1140"/>
        <w:tab w:val="left" w:pos="1440"/>
      </w:tabs>
      <w:ind w:left="1440" w:hanging="1440"/>
    </w:pPr>
  </w:style>
  <w:style w:type="paragraph" w:styleId="TOC8">
    <w:name w:val="toc 8"/>
    <w:basedOn w:val="TOC4"/>
    <w:next w:val="Normal"/>
    <w:uiPriority w:val="39"/>
    <w:rsid w:val="005B2170"/>
    <w:pPr>
      <w:tabs>
        <w:tab w:val="clear" w:pos="1140"/>
        <w:tab w:val="left" w:pos="1440"/>
      </w:tabs>
      <w:ind w:left="1440" w:hanging="1440"/>
    </w:pPr>
  </w:style>
  <w:style w:type="paragraph" w:styleId="TOC9">
    <w:name w:val="toc 9"/>
    <w:basedOn w:val="TOC1"/>
    <w:next w:val="Normal"/>
    <w:uiPriority w:val="39"/>
    <w:rsid w:val="005B2170"/>
    <w:pPr>
      <w:ind w:left="0" w:firstLine="0"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41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dceadb-3203-4c05-8da6-7fc510e422f3">
      <Terms xmlns="http://schemas.microsoft.com/office/infopath/2007/PartnerControls"/>
    </lcf76f155ced4ddcb4097134ff3c332f>
    <TaxCatchAll xmlns="79ef5d94-f4c8-4d7b-8644-cd28e9b64f8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800D34C57E14C9DAD6DF2A45312AD" ma:contentTypeVersion="13" ma:contentTypeDescription="Create a new document." ma:contentTypeScope="" ma:versionID="52cef156058968db79f38d80bbdb1bb7">
  <xsd:schema xmlns:xsd="http://www.w3.org/2001/XMLSchema" xmlns:xs="http://www.w3.org/2001/XMLSchema" xmlns:p="http://schemas.microsoft.com/office/2006/metadata/properties" xmlns:ns2="bddceadb-3203-4c05-8da6-7fc510e422f3" xmlns:ns3="79ef5d94-f4c8-4d7b-8644-cd28e9b64f81" targetNamespace="http://schemas.microsoft.com/office/2006/metadata/properties" ma:root="true" ma:fieldsID="70f271f62ca0de00b911cc1091d510dd" ns2:_="" ns3:_="">
    <xsd:import namespace="bddceadb-3203-4c05-8da6-7fc510e422f3"/>
    <xsd:import namespace="79ef5d94-f4c8-4d7b-8644-cd28e9b64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ceadb-3203-4c05-8da6-7fc510e422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d049dfe-3525-43e5-8f81-1f102b2aa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ef5d94-f4c8-4d7b-8644-cd28e9b64f8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690968b-ab42-4737-97a6-669c36a0c74a}" ma:internalName="TaxCatchAll" ma:showField="CatchAllData" ma:web="79ef5d94-f4c8-4d7b-8644-cd28e9b64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3F1DA7-B018-438B-BDAA-F200A52AA918}">
  <ds:schemaRefs>
    <ds:schemaRef ds:uri="http://schemas.microsoft.com/office/2006/metadata/properties"/>
    <ds:schemaRef ds:uri="http://schemas.microsoft.com/office/infopath/2007/PartnerControls"/>
    <ds:schemaRef ds:uri="bddceadb-3203-4c05-8da6-7fc510e422f3"/>
    <ds:schemaRef ds:uri="79ef5d94-f4c8-4d7b-8644-cd28e9b64f81"/>
  </ds:schemaRefs>
</ds:datastoreItem>
</file>

<file path=customXml/itemProps2.xml><?xml version="1.0" encoding="utf-8"?>
<ds:datastoreItem xmlns:ds="http://schemas.openxmlformats.org/officeDocument/2006/customXml" ds:itemID="{0A80C494-8347-4104-ACD7-0A5540F103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dceadb-3203-4c05-8da6-7fc510e422f3"/>
    <ds:schemaRef ds:uri="79ef5d94-f4c8-4d7b-8644-cd28e9b64f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89BBEA-20FF-4251-A722-30EAFF0C6E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1482</TotalTime>
  <Pages>2</Pages>
  <Words>265</Words>
  <Characters>1511</Characters>
  <Application>Microsoft Office Word</Application>
  <DocSecurity>0</DocSecurity>
  <Lines>83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Potential improvement of ISO/IEC DIS 23090-32 Carriage of haptics data</vt:lpstr>
    </vt:vector>
  </TitlesOfParts>
  <Manager/>
  <Company/>
  <LinksUpToDate>false</LinksUpToDate>
  <CharactersWithSpaces>1727</CharactersWithSpaces>
  <SharedDoc>false</SharedDoc>
  <HyperlinkBase/>
  <HLinks>
    <vt:vector size="336" baseType="variant">
      <vt:variant>
        <vt:i4>4522024</vt:i4>
      </vt:variant>
      <vt:variant>
        <vt:i4>642</vt:i4>
      </vt:variant>
      <vt:variant>
        <vt:i4>0</vt:i4>
      </vt:variant>
      <vt:variant>
        <vt:i4>5</vt:i4>
      </vt:variant>
      <vt:variant>
        <vt:lpwstr>https://mp4ra.org/</vt:lpwstr>
      </vt:variant>
      <vt:variant>
        <vt:lpwstr>/object_types</vt:lpwstr>
      </vt:variant>
      <vt:variant>
        <vt:i4>4718603</vt:i4>
      </vt:variant>
      <vt:variant>
        <vt:i4>486</vt:i4>
      </vt:variant>
      <vt:variant>
        <vt:i4>0</vt:i4>
      </vt:variant>
      <vt:variant>
        <vt:i4>5</vt:i4>
      </vt:variant>
      <vt:variant>
        <vt:lpwstr>https://www.electropedia.org/</vt:lpwstr>
      </vt:variant>
      <vt:variant>
        <vt:lpwstr/>
      </vt:variant>
      <vt:variant>
        <vt:i4>2752545</vt:i4>
      </vt:variant>
      <vt:variant>
        <vt:i4>483</vt:i4>
      </vt:variant>
      <vt:variant>
        <vt:i4>0</vt:i4>
      </vt:variant>
      <vt:variant>
        <vt:i4>5</vt:i4>
      </vt:variant>
      <vt:variant>
        <vt:lpwstr>https://www.iso.org/obp</vt:lpwstr>
      </vt:variant>
      <vt:variant>
        <vt:lpwstr/>
      </vt:variant>
      <vt:variant>
        <vt:i4>1114201</vt:i4>
      </vt:variant>
      <vt:variant>
        <vt:i4>309</vt:i4>
      </vt:variant>
      <vt:variant>
        <vt:i4>0</vt:i4>
      </vt:variant>
      <vt:variant>
        <vt:i4>5</vt:i4>
      </vt:variant>
      <vt:variant>
        <vt:lpwstr>http://www.iec.ch/national-committees</vt:lpwstr>
      </vt:variant>
      <vt:variant>
        <vt:lpwstr/>
      </vt:variant>
      <vt:variant>
        <vt:i4>3539071</vt:i4>
      </vt:variant>
      <vt:variant>
        <vt:i4>306</vt:i4>
      </vt:variant>
      <vt:variant>
        <vt:i4>0</vt:i4>
      </vt:variant>
      <vt:variant>
        <vt:i4>5</vt:i4>
      </vt:variant>
      <vt:variant>
        <vt:lpwstr>http://www.iso.org/members.html</vt:lpwstr>
      </vt:variant>
      <vt:variant>
        <vt:lpwstr/>
      </vt:variant>
      <vt:variant>
        <vt:i4>7012391</vt:i4>
      </vt:variant>
      <vt:variant>
        <vt:i4>303</vt:i4>
      </vt:variant>
      <vt:variant>
        <vt:i4>0</vt:i4>
      </vt:variant>
      <vt:variant>
        <vt:i4>5</vt:i4>
      </vt:variant>
      <vt:variant>
        <vt:lpwstr>https://www.iec.ch/understanding-standards</vt:lpwstr>
      </vt:variant>
      <vt:variant>
        <vt:lpwstr/>
      </vt:variant>
      <vt:variant>
        <vt:i4>262152</vt:i4>
      </vt:variant>
      <vt:variant>
        <vt:i4>300</vt:i4>
      </vt:variant>
      <vt:variant>
        <vt:i4>0</vt:i4>
      </vt:variant>
      <vt:variant>
        <vt:i4>5</vt:i4>
      </vt:variant>
      <vt:variant>
        <vt:lpwstr>http://www.iso.org/iso/foreword.html</vt:lpwstr>
      </vt:variant>
      <vt:variant>
        <vt:lpwstr/>
      </vt:variant>
      <vt:variant>
        <vt:i4>7077936</vt:i4>
      </vt:variant>
      <vt:variant>
        <vt:i4>297</vt:i4>
      </vt:variant>
      <vt:variant>
        <vt:i4>0</vt:i4>
      </vt:variant>
      <vt:variant>
        <vt:i4>5</vt:i4>
      </vt:variant>
      <vt:variant>
        <vt:lpwstr>https://patents.iec.ch/</vt:lpwstr>
      </vt:variant>
      <vt:variant>
        <vt:lpwstr/>
      </vt:variant>
      <vt:variant>
        <vt:i4>2162726</vt:i4>
      </vt:variant>
      <vt:variant>
        <vt:i4>294</vt:i4>
      </vt:variant>
      <vt:variant>
        <vt:i4>0</vt:i4>
      </vt:variant>
      <vt:variant>
        <vt:i4>5</vt:i4>
      </vt:variant>
      <vt:variant>
        <vt:lpwstr>https://www.iso.org/iso-standards-and-patents.html</vt:lpwstr>
      </vt:variant>
      <vt:variant>
        <vt:lpwstr/>
      </vt:variant>
      <vt:variant>
        <vt:i4>6488074</vt:i4>
      </vt:variant>
      <vt:variant>
        <vt:i4>291</vt:i4>
      </vt:variant>
      <vt:variant>
        <vt:i4>0</vt:i4>
      </vt:variant>
      <vt:variant>
        <vt:i4>5</vt:i4>
      </vt:variant>
      <vt:variant>
        <vt:lpwstr>http://www.iec.ch/members_experts/refdocs</vt:lpwstr>
      </vt:variant>
      <vt:variant>
        <vt:lpwstr/>
      </vt:variant>
      <vt:variant>
        <vt:i4>6029406</vt:i4>
      </vt:variant>
      <vt:variant>
        <vt:i4>288</vt:i4>
      </vt:variant>
      <vt:variant>
        <vt:i4>0</vt:i4>
      </vt:variant>
      <vt:variant>
        <vt:i4>5</vt:i4>
      </vt:variant>
      <vt:variant>
        <vt:lpwstr>http://www.iso.org/directives</vt:lpwstr>
      </vt:variant>
      <vt:variant>
        <vt:lpwstr/>
      </vt:variant>
      <vt:variant>
        <vt:i4>1179703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_Toc134530137</vt:lpwstr>
      </vt:variant>
      <vt:variant>
        <vt:i4>1179703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_Toc134530136</vt:lpwstr>
      </vt:variant>
      <vt:variant>
        <vt:i4>1179703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_Toc134530135</vt:lpwstr>
      </vt:variant>
      <vt:variant>
        <vt:i4>1179703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_Toc134530134</vt:lpwstr>
      </vt:variant>
      <vt:variant>
        <vt:i4>1179703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_Toc134530133</vt:lpwstr>
      </vt:variant>
      <vt:variant>
        <vt:i4>1179703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_Toc134530132</vt:lpwstr>
      </vt:variant>
      <vt:variant>
        <vt:i4>1179703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_Toc134530131</vt:lpwstr>
      </vt:variant>
      <vt:variant>
        <vt:i4>1179703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_Toc134530130</vt:lpwstr>
      </vt:variant>
      <vt:variant>
        <vt:i4>1245239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_Toc134530129</vt:lpwstr>
      </vt:variant>
      <vt:variant>
        <vt:i4>1245239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_Toc134530128</vt:lpwstr>
      </vt:variant>
      <vt:variant>
        <vt:i4>1245239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_Toc134530127</vt:lpwstr>
      </vt:variant>
      <vt:variant>
        <vt:i4>1245239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_Toc134530126</vt:lpwstr>
      </vt:variant>
      <vt:variant>
        <vt:i4>1245239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_Toc134530125</vt:lpwstr>
      </vt:variant>
      <vt:variant>
        <vt:i4>1245239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_Toc134530124</vt:lpwstr>
      </vt:variant>
      <vt:variant>
        <vt:i4>1245239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_Toc134530123</vt:lpwstr>
      </vt:variant>
      <vt:variant>
        <vt:i4>1245239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_Toc134530122</vt:lpwstr>
      </vt:variant>
      <vt:variant>
        <vt:i4>1245239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_Toc134530121</vt:lpwstr>
      </vt:variant>
      <vt:variant>
        <vt:i4>1245239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_Toc134530120</vt:lpwstr>
      </vt:variant>
      <vt:variant>
        <vt:i4>1048631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_Toc134530119</vt:lpwstr>
      </vt:variant>
      <vt:variant>
        <vt:i4>1048631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_Toc134530118</vt:lpwstr>
      </vt:variant>
      <vt:variant>
        <vt:i4>1048631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_Toc134530117</vt:lpwstr>
      </vt:variant>
      <vt:variant>
        <vt:i4>1048631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_Toc134530116</vt:lpwstr>
      </vt:variant>
      <vt:variant>
        <vt:i4>1048631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_Toc134530115</vt:lpwstr>
      </vt:variant>
      <vt:variant>
        <vt:i4>1048631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_Toc134530114</vt:lpwstr>
      </vt:variant>
      <vt:variant>
        <vt:i4>1048631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_Toc134530113</vt:lpwstr>
      </vt:variant>
      <vt:variant>
        <vt:i4>1048631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_Toc134530112</vt:lpwstr>
      </vt:variant>
      <vt:variant>
        <vt:i4>1048631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_Toc134530111</vt:lpwstr>
      </vt:variant>
      <vt:variant>
        <vt:i4>1048631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_Toc134530110</vt:lpwstr>
      </vt:variant>
      <vt:variant>
        <vt:i4>1114167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_Toc134530109</vt:lpwstr>
      </vt:variant>
      <vt:variant>
        <vt:i4>1114167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_Toc134530108</vt:lpwstr>
      </vt:variant>
      <vt:variant>
        <vt:i4>1114167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_Toc134530107</vt:lpwstr>
      </vt:variant>
      <vt:variant>
        <vt:i4>1114167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_Toc134530106</vt:lpwstr>
      </vt:variant>
      <vt:variant>
        <vt:i4>1114167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_Toc134530105</vt:lpwstr>
      </vt:variant>
      <vt:variant>
        <vt:i4>1114167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_Toc134530104</vt:lpwstr>
      </vt:variant>
      <vt:variant>
        <vt:i4>1114167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_Toc134530103</vt:lpwstr>
      </vt:variant>
      <vt:variant>
        <vt:i4>1114167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_Toc134530102</vt:lpwstr>
      </vt:variant>
      <vt:variant>
        <vt:i4>1114167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_Toc134530101</vt:lpwstr>
      </vt:variant>
      <vt:variant>
        <vt:i4>1114167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_Toc134530100</vt:lpwstr>
      </vt:variant>
      <vt:variant>
        <vt:i4>1572918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_Toc134530099</vt:lpwstr>
      </vt:variant>
      <vt:variant>
        <vt:i4>1572918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_Toc134530098</vt:lpwstr>
      </vt:variant>
      <vt:variant>
        <vt:i4>1572918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_Toc134530097</vt:lpwstr>
      </vt:variant>
      <vt:variant>
        <vt:i4>1572918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_Toc134530096</vt:lpwstr>
      </vt:variant>
      <vt:variant>
        <vt:i4>1572918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_Toc134530095</vt:lpwstr>
      </vt:variant>
      <vt:variant>
        <vt:i4>1245263</vt:i4>
      </vt:variant>
      <vt:variant>
        <vt:i4>12</vt:i4>
      </vt:variant>
      <vt:variant>
        <vt:i4>0</vt:i4>
      </vt:variant>
      <vt:variant>
        <vt:i4>5</vt:i4>
      </vt:variant>
      <vt:variant>
        <vt:lpwstr>https://isotc.iso.org/livelink/livelink/open/jtc1sc29wg3</vt:lpwstr>
      </vt:variant>
      <vt:variant>
        <vt:lpwstr/>
      </vt:variant>
      <vt:variant>
        <vt:i4>1310724</vt:i4>
      </vt:variant>
      <vt:variant>
        <vt:i4>0</vt:i4>
      </vt:variant>
      <vt:variant>
        <vt:i4>0</vt:i4>
      </vt:variant>
      <vt:variant>
        <vt:i4>5</vt:i4>
      </vt:variant>
      <vt:variant>
        <vt:lpwstr>https://datatracker.ietf.org/doc/draft-ietf-mediaman-haptics/01/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Potential improvement of ISO/IEC DIS 23090-32 Carriage of haptics data</dc:title>
  <dc:subject/>
  <dc:creator>Ahmed Hamza</dc:creator>
  <cp:keywords/>
  <dc:description/>
  <cp:lastModifiedBy>Ahmed Hamza</cp:lastModifiedBy>
  <cp:revision>304</cp:revision>
  <dcterms:created xsi:type="dcterms:W3CDTF">2023-07-21T14:06:00Z</dcterms:created>
  <dcterms:modified xsi:type="dcterms:W3CDTF">2024-07-03T07:12:00Z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0x0101001E6800D34C57E14C9DAD6DF2A45312AD</vt:lpwstr>
  </property>
  <property fmtid="{D5CDD505-2E9C-101B-9397-08002B2CF9AE}" pid="3" name="MediaServiceImageTags">
    <vt:lpwstr/>
  </property>
  <property fmtid="{D5CDD505-2E9C-101B-9397-08002B2CF9AE}" pid="4" name="GrammarlyDocumentId">
    <vt:lpwstr>d622661234e9bd60d3b0ea90110e0afc8fb1f507d50b04386292f1335d327097</vt:lpwstr>
  </property>
  <property fmtid="{D5CDD505-2E9C-101B-9397-08002B2CF9AE}" pid="5" name="MDMSNumber">
    <vt:lpwstr>23806</vt:lpwstr>
  </property>
  <property fmtid="{D5CDD505-2E9C-101B-9397-08002B2CF9AE}" pid="6" name="WGNumber">
    <vt:lpwstr>1196</vt:lpwstr>
  </property>
  <property fmtid="{D5CDD505-2E9C-101B-9397-08002B2CF9AE}" pid="7" name="MSIP_Label_4d2f777e-4347-4fc6-823a-b44ab313546a_Enabled">
    <vt:lpwstr>true</vt:lpwstr>
  </property>
  <property fmtid="{D5CDD505-2E9C-101B-9397-08002B2CF9AE}" pid="8" name="MSIP_Label_4d2f777e-4347-4fc6-823a-b44ab313546a_SetDate">
    <vt:lpwstr>2024-07-03T05:41:55Z</vt:lpwstr>
  </property>
  <property fmtid="{D5CDD505-2E9C-101B-9397-08002B2CF9AE}" pid="9" name="MSIP_Label_4d2f777e-4347-4fc6-823a-b44ab313546a_Method">
    <vt:lpwstr>Standard</vt:lpwstr>
  </property>
  <property fmtid="{D5CDD505-2E9C-101B-9397-08002B2CF9AE}" pid="10" name="MSIP_Label_4d2f777e-4347-4fc6-823a-b44ab313546a_Name">
    <vt:lpwstr>Non-Public</vt:lpwstr>
  </property>
  <property fmtid="{D5CDD505-2E9C-101B-9397-08002B2CF9AE}" pid="11" name="MSIP_Label_4d2f777e-4347-4fc6-823a-b44ab313546a_SiteId">
    <vt:lpwstr>e351b779-f6d5-4e50-8568-80e922d180ae</vt:lpwstr>
  </property>
  <property fmtid="{D5CDD505-2E9C-101B-9397-08002B2CF9AE}" pid="12" name="MSIP_Label_4d2f777e-4347-4fc6-823a-b44ab313546a_ActionId">
    <vt:lpwstr>1b6f3e0f-3102-4fd1-acdd-c338394639da</vt:lpwstr>
  </property>
  <property fmtid="{D5CDD505-2E9C-101B-9397-08002B2CF9AE}" pid="13" name="MSIP_Label_4d2f777e-4347-4fc6-823a-b44ab313546a_ContentBits">
    <vt:lpwstr>0</vt:lpwstr>
  </property>
</Properties>
</file>